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E69A8" w:rsidR="004066BF" w:rsidP="004066BF" w:rsidRDefault="004066BF" w14:paraId="14A408B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:rsidRPr="00EE69A8" w:rsidR="00573183" w:rsidP="002D3375" w:rsidRDefault="00573183" w14:paraId="72E8A8C0" w14:textId="77777777">
      <w:pPr>
        <w:spacing w:line="240" w:lineRule="auto"/>
        <w:jc w:val="right"/>
        <w:rPr>
          <w:rFonts w:ascii="Corbel" w:hAnsi="Corbel" w:cs="Segoe UI"/>
          <w:bCs/>
          <w:i/>
        </w:rPr>
      </w:pPr>
    </w:p>
    <w:p w:rsidRPr="00EE69A8" w:rsidR="0085747A" w:rsidP="009C54AE" w:rsidRDefault="0085747A" w14:paraId="629EB24D" w14:textId="77777777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:rsidRPr="00EE69A8" w:rsidR="004066BF" w:rsidP="25F530BA" w:rsidRDefault="004066BF" w14:paraId="4F88644F" w14:textId="570DA207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5F530BA" w:rsidR="004066BF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5F530BA" w:rsidR="004066B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5F530BA" w:rsidR="78FFFB27">
        <w:rPr>
          <w:rFonts w:ascii="Corbel" w:hAnsi="Corbel"/>
          <w:i w:val="1"/>
          <w:iCs w:val="1"/>
          <w:smallCaps w:val="1"/>
          <w:sz w:val="24"/>
          <w:szCs w:val="24"/>
        </w:rPr>
        <w:t>21</w:t>
      </w:r>
      <w:r w:rsidRPr="25F530BA" w:rsidR="004066BF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5F530BA" w:rsidR="6888E61B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Pr="00EE69A8" w:rsidR="004066BF" w:rsidP="004066BF" w:rsidRDefault="004066BF" w14:paraId="3E7D1D3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:rsidRPr="00EE69A8" w:rsidR="002B5931" w:rsidP="00EA4832" w:rsidRDefault="00445970" w14:paraId="1FD71A7A" w14:textId="77777777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:rsidRPr="00EE69A8" w:rsidR="00445970" w:rsidP="002B5931" w:rsidRDefault="00445970" w14:paraId="1A1F8FF7" w14:textId="12747D23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25F530BA" w:rsidR="00445970">
        <w:rPr>
          <w:rFonts w:ascii="Corbel" w:hAnsi="Corbel" w:cs="Segoe UI"/>
          <w:sz w:val="20"/>
          <w:szCs w:val="20"/>
        </w:rPr>
        <w:t>R</w:t>
      </w:r>
      <w:r w:rsidRPr="25F530BA" w:rsidR="00AC2820">
        <w:rPr>
          <w:rFonts w:ascii="Corbel" w:hAnsi="Corbel" w:cs="Segoe UI"/>
          <w:sz w:val="20"/>
          <w:szCs w:val="20"/>
        </w:rPr>
        <w:t xml:space="preserve">ok </w:t>
      </w:r>
      <w:r w:rsidRPr="25F530BA" w:rsidR="004B4A4D">
        <w:rPr>
          <w:rFonts w:ascii="Corbel" w:hAnsi="Corbel" w:cs="Segoe UI"/>
          <w:sz w:val="20"/>
          <w:szCs w:val="20"/>
        </w:rPr>
        <w:t>akademicki 202</w:t>
      </w:r>
      <w:r w:rsidRPr="25F530BA" w:rsidR="610997BC">
        <w:rPr>
          <w:rFonts w:ascii="Corbel" w:hAnsi="Corbel" w:cs="Segoe UI"/>
          <w:sz w:val="20"/>
          <w:szCs w:val="20"/>
        </w:rPr>
        <w:t>2</w:t>
      </w:r>
      <w:r w:rsidRPr="25F530BA" w:rsidR="00AC2820">
        <w:rPr>
          <w:rFonts w:ascii="Corbel" w:hAnsi="Corbel" w:cs="Segoe UI"/>
          <w:sz w:val="20"/>
          <w:szCs w:val="20"/>
        </w:rPr>
        <w:t>/202</w:t>
      </w:r>
      <w:r w:rsidRPr="25F530BA" w:rsidR="4E7DCF02">
        <w:rPr>
          <w:rFonts w:ascii="Corbel" w:hAnsi="Corbel" w:cs="Segoe UI"/>
          <w:sz w:val="20"/>
          <w:szCs w:val="20"/>
        </w:rPr>
        <w:t>3</w:t>
      </w:r>
    </w:p>
    <w:p w:rsidRPr="00EE69A8" w:rsidR="0085747A" w:rsidP="009C54AE" w:rsidRDefault="0085747A" w14:paraId="47E2C1CF" w14:textId="77777777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Pr="00EE69A8" w:rsidR="0085747A" w:rsidP="009C54AE" w:rsidRDefault="0071620A" w14:paraId="6131FC30" w14:textId="77777777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 xml:space="preserve">1. </w:t>
      </w:r>
      <w:r w:rsidRPr="00EE69A8" w:rsidR="0085747A">
        <w:rPr>
          <w:rFonts w:ascii="Corbel" w:hAnsi="Corbel" w:cs="Segoe UI"/>
          <w:szCs w:val="24"/>
        </w:rPr>
        <w:t xml:space="preserve">Podstawowe </w:t>
      </w:r>
      <w:r w:rsidRPr="00EE69A8" w:rsidR="00445970">
        <w:rPr>
          <w:rFonts w:ascii="Corbel" w:hAnsi="Corbel" w:cs="Segoe U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9A8" w:rsidR="0085747A" w:rsidTr="00B819C8" w14:paraId="03E59834" w14:textId="77777777">
        <w:tc>
          <w:tcPr>
            <w:tcW w:w="2694" w:type="dxa"/>
            <w:vAlign w:val="center"/>
          </w:tcPr>
          <w:p w:rsidRPr="00EE69A8" w:rsidR="0085747A" w:rsidP="009C54AE" w:rsidRDefault="00C05F44" w14:paraId="55A49D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E69A8" w:rsidR="0085747A" w:rsidP="009C54AE" w:rsidRDefault="004B4A4D" w14:paraId="2729A682" w14:textId="0422ACCD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Zwalczanie przestępczości w cyberprzestrzeni</w:t>
            </w:r>
          </w:p>
        </w:tc>
      </w:tr>
      <w:tr w:rsidRPr="00EE69A8" w:rsidR="0085747A" w:rsidTr="00B819C8" w14:paraId="25D84588" w14:textId="77777777">
        <w:tc>
          <w:tcPr>
            <w:tcW w:w="2694" w:type="dxa"/>
            <w:vAlign w:val="center"/>
          </w:tcPr>
          <w:p w:rsidRPr="00EE69A8" w:rsidR="0085747A" w:rsidP="009C54AE" w:rsidRDefault="00C05F44" w14:paraId="1A0CC7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</w:t>
            </w:r>
            <w:r w:rsidRPr="00EE69A8" w:rsidR="0085747A">
              <w:rPr>
                <w:rFonts w:ascii="Corbel" w:hAnsi="Corbel" w:cs="Segoe U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E69A8" w:rsidR="0085747A" w:rsidP="009C54AE" w:rsidRDefault="00F54AC9" w14:paraId="77522813" w14:textId="47E2547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Pr="00EE69A8" w:rsidR="0085747A" w:rsidTr="00B819C8" w14:paraId="1D18588D" w14:textId="77777777">
        <w:tc>
          <w:tcPr>
            <w:tcW w:w="2694" w:type="dxa"/>
            <w:vAlign w:val="center"/>
          </w:tcPr>
          <w:p w:rsidRPr="00EE69A8" w:rsidR="0085747A" w:rsidP="00EA4832" w:rsidRDefault="0085747A" w14:paraId="74F04A2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</w:t>
            </w:r>
            <w:r w:rsidRPr="00EE69A8" w:rsidR="00C05F44">
              <w:rPr>
                <w:rFonts w:ascii="Corbel" w:hAnsi="Corbel" w:cs="Segoe U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E69A8" w:rsidR="0085747A" w:rsidP="009C54AE" w:rsidRDefault="002B5931" w14:paraId="4159622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EE69A8" w:rsidR="0085747A" w:rsidTr="00B819C8" w14:paraId="050C1E5C" w14:textId="77777777">
        <w:tc>
          <w:tcPr>
            <w:tcW w:w="2694" w:type="dxa"/>
            <w:vAlign w:val="center"/>
          </w:tcPr>
          <w:p w:rsidRPr="00EE69A8" w:rsidR="0085747A" w:rsidP="009C54AE" w:rsidRDefault="0085747A" w14:paraId="4A09E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E69A8" w:rsidR="0085747A" w:rsidP="009C54AE" w:rsidRDefault="00F54AC9" w14:paraId="79852C94" w14:textId="4C647150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EE69A8" w:rsidR="000A100D" w:rsidTr="00B819C8" w14:paraId="28673E04" w14:textId="77777777">
        <w:tc>
          <w:tcPr>
            <w:tcW w:w="2694" w:type="dxa"/>
            <w:vAlign w:val="center"/>
          </w:tcPr>
          <w:p w:rsidRPr="00EE69A8" w:rsidR="000A100D" w:rsidP="009C54AE" w:rsidRDefault="000A100D" w14:paraId="3CF554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0A100D" w14:paraId="2AC37B8B" w14:textId="77777777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Pr="00EE69A8" w:rsidR="000A100D" w:rsidTr="00B819C8" w14:paraId="74644985" w14:textId="77777777">
        <w:tc>
          <w:tcPr>
            <w:tcW w:w="2694" w:type="dxa"/>
            <w:vAlign w:val="center"/>
          </w:tcPr>
          <w:p w:rsidRPr="00EE69A8" w:rsidR="000A100D" w:rsidP="009C54AE" w:rsidRDefault="000A100D" w14:paraId="1BC2F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2950CE" w14:paraId="21166D1A" w14:textId="5CA3C9FA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EE69A8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Pr="00EE69A8" w:rsidR="000A100D" w:rsidTr="00B819C8" w14:paraId="279024F4" w14:textId="77777777">
        <w:tc>
          <w:tcPr>
            <w:tcW w:w="2694" w:type="dxa"/>
            <w:vAlign w:val="center"/>
          </w:tcPr>
          <w:p w:rsidRPr="00EE69A8" w:rsidR="000A100D" w:rsidP="009C54AE" w:rsidRDefault="000A100D" w14:paraId="466573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2950CE" w14:paraId="3D1346CE" w14:textId="75B1905C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EE69A8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Pr="00EE69A8" w:rsidR="000A100D" w:rsidTr="00B819C8" w14:paraId="6AF0F050" w14:textId="77777777">
        <w:tc>
          <w:tcPr>
            <w:tcW w:w="2694" w:type="dxa"/>
            <w:vAlign w:val="center"/>
          </w:tcPr>
          <w:p w:rsidRPr="00EE69A8" w:rsidR="000A100D" w:rsidP="009C54AE" w:rsidRDefault="000A100D" w14:paraId="5FE66F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6437D9" w14:paraId="26502039" w14:textId="4CD2E592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Pr="00EE69A8" w:rsidR="002950CE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EE69A8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EE69A8" w:rsidR="000A100D" w:rsidTr="00B819C8" w14:paraId="0D571B97" w14:textId="77777777">
        <w:tc>
          <w:tcPr>
            <w:tcW w:w="2694" w:type="dxa"/>
            <w:vAlign w:val="center"/>
          </w:tcPr>
          <w:p w:rsidRPr="00EE69A8" w:rsidR="000A100D" w:rsidP="009C54AE" w:rsidRDefault="000A100D" w14:paraId="384023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2950CE" w14:paraId="0F9CCC52" w14:textId="75AE27A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EE69A8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ok II, </w:t>
            </w:r>
            <w:r w:rsidRPr="00EE69A8" w:rsidR="00BB1DFC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Pr="00EE69A8" w:rsidR="000A100D" w:rsidTr="00B819C8" w14:paraId="0DE79038" w14:textId="77777777">
        <w:tc>
          <w:tcPr>
            <w:tcW w:w="2694" w:type="dxa"/>
            <w:vAlign w:val="center"/>
          </w:tcPr>
          <w:p w:rsidRPr="00EE69A8" w:rsidR="000A100D" w:rsidP="009C54AE" w:rsidRDefault="000A100D" w14:paraId="61CA33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2950CE" w14:paraId="252169E1" w14:textId="16D47D55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Pr="00EE69A8" w:rsidR="000A100D" w:rsidTr="00B819C8" w14:paraId="75B304AC" w14:textId="77777777">
        <w:tc>
          <w:tcPr>
            <w:tcW w:w="2694" w:type="dxa"/>
            <w:vAlign w:val="center"/>
          </w:tcPr>
          <w:p w:rsidRPr="00EE69A8" w:rsidR="000A100D" w:rsidP="009C54AE" w:rsidRDefault="000A100D" w14:paraId="07945F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E69A8" w:rsidR="000A100D" w:rsidP="00C3035E" w:rsidRDefault="000A100D" w14:paraId="6226630E" w14:textId="77777777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EE69A8" w:rsidR="000A100D" w:rsidTr="00B819C8" w14:paraId="6D32AD8F" w14:textId="77777777">
        <w:tc>
          <w:tcPr>
            <w:tcW w:w="2694" w:type="dxa"/>
            <w:vAlign w:val="center"/>
          </w:tcPr>
          <w:p w:rsidRPr="00EE69A8" w:rsidR="000A100D" w:rsidP="009C54AE" w:rsidRDefault="000A100D" w14:paraId="6FC72C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E69A8" w:rsidR="000A100D" w:rsidP="002950CE" w:rsidRDefault="004B4A4D" w14:paraId="4706DBFF" w14:textId="70D8DF1F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  <w:tr w:rsidRPr="00EE69A8" w:rsidR="000A100D" w:rsidTr="00B819C8" w14:paraId="1A604ED9" w14:textId="77777777">
        <w:tc>
          <w:tcPr>
            <w:tcW w:w="2694" w:type="dxa"/>
            <w:vAlign w:val="center"/>
          </w:tcPr>
          <w:p w:rsidRPr="00EE69A8" w:rsidR="000A100D" w:rsidP="009C54AE" w:rsidRDefault="000A100D" w14:paraId="4C3944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E69A8" w:rsidR="000A100D" w:rsidP="002950CE" w:rsidRDefault="004B4A4D" w14:paraId="4C0C9942" w14:textId="4AF49FC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</w:tbl>
    <w:p w:rsidRPr="00EE69A8" w:rsidR="0085747A" w:rsidP="009C54AE" w:rsidRDefault="0085747A" w14:paraId="7BBD9473" w14:textId="445BE58D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 w:rsidR="00B90885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 w:rsidR="00B90885">
        <w:rPr>
          <w:rFonts w:ascii="Corbel" w:hAnsi="Corbel" w:cs="Segoe UI"/>
          <w:b w:val="0"/>
          <w:sz w:val="24"/>
          <w:szCs w:val="24"/>
        </w:rPr>
        <w:t>e,</w:t>
      </w:r>
      <w:r w:rsidRPr="00EE69A8" w:rsidR="00F54AC9">
        <w:rPr>
          <w:rFonts w:ascii="Corbel" w:hAnsi="Corbel" w:cs="Segoe UI"/>
          <w:b w:val="0"/>
          <w:sz w:val="24"/>
          <w:szCs w:val="24"/>
        </w:rPr>
        <w:t xml:space="preserve"> </w:t>
      </w:r>
      <w:r w:rsidRPr="00EE69A8">
        <w:rPr>
          <w:rFonts w:ascii="Corbel" w:hAnsi="Corbel" w:cs="Segoe UI"/>
          <w:b w:val="0"/>
          <w:i/>
          <w:sz w:val="24"/>
          <w:szCs w:val="24"/>
        </w:rPr>
        <w:t xml:space="preserve">zgodnie z ustaleniami </w:t>
      </w:r>
      <w:r w:rsidRPr="00EE69A8" w:rsidR="00B90885">
        <w:rPr>
          <w:rFonts w:ascii="Corbel" w:hAnsi="Corbel" w:cs="Segoe UI"/>
          <w:b w:val="0"/>
          <w:i/>
          <w:sz w:val="24"/>
          <w:szCs w:val="24"/>
        </w:rPr>
        <w:t>w Jednostce</w:t>
      </w:r>
    </w:p>
    <w:p w:rsidRPr="00EE69A8" w:rsidR="00923D7D" w:rsidP="009C54AE" w:rsidRDefault="00923D7D" w14:paraId="32F4F3C4" w14:textId="77777777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:rsidRPr="00EE69A8" w:rsidR="0085747A" w:rsidP="009C54AE" w:rsidRDefault="0085747A" w14:paraId="7A3886EF" w14:textId="77777777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1.</w:t>
      </w:r>
      <w:r w:rsidRPr="00EE69A8" w:rsidR="00E22FBC">
        <w:rPr>
          <w:rFonts w:ascii="Corbel" w:hAnsi="Corbel" w:cs="Segoe UI"/>
          <w:sz w:val="24"/>
          <w:szCs w:val="24"/>
        </w:rPr>
        <w:t>1</w:t>
      </w:r>
      <w:r w:rsidRPr="00EE69A8">
        <w:rPr>
          <w:rFonts w:ascii="Corbel" w:hAnsi="Corbel" w:cs="Segoe UI"/>
          <w:sz w:val="24"/>
          <w:szCs w:val="24"/>
        </w:rPr>
        <w:t>.</w:t>
      </w:r>
      <w:r w:rsidRPr="00EE69A8" w:rsidR="00573183">
        <w:rPr>
          <w:rFonts w:ascii="Corbel" w:hAnsi="Corbel" w:cs="Segoe UI"/>
          <w:sz w:val="24"/>
          <w:szCs w:val="24"/>
        </w:rPr>
        <w:t xml:space="preserve"> </w:t>
      </w:r>
      <w:r w:rsidRPr="00EE69A8">
        <w:rPr>
          <w:rFonts w:ascii="Corbel" w:hAnsi="Corbel" w:cs="Segoe UI"/>
          <w:sz w:val="24"/>
          <w:szCs w:val="24"/>
        </w:rPr>
        <w:t xml:space="preserve">Formy zajęć dydaktycznych, wymiar godzin i punktów ECTS </w:t>
      </w:r>
    </w:p>
    <w:p w:rsidRPr="00EE69A8" w:rsidR="00923D7D" w:rsidP="009C54AE" w:rsidRDefault="00923D7D" w14:paraId="659D6BC5" w14:textId="77777777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E69A8" w:rsidR="00015B8F" w:rsidTr="00C766DF" w14:paraId="30B2DA2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E69A8" w:rsidR="00015B8F" w:rsidP="009C54AE" w:rsidRDefault="00015B8F" w14:paraId="633C4299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:rsidRPr="00EE69A8" w:rsidR="00015B8F" w:rsidP="009C54AE" w:rsidRDefault="002B5EA0" w14:paraId="19D3E637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</w:t>
            </w:r>
            <w:r w:rsidRPr="00EE69A8" w:rsidR="00363F78">
              <w:rPr>
                <w:rFonts w:ascii="Corbel" w:hAnsi="Corbel" w:cs="Segoe U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71337E68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5F853EFC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15CE3645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2304BE0C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07FBA90E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5C9137A1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4A100882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64234814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9A8" w:rsidR="00015B8F" w:rsidP="009C54AE" w:rsidRDefault="00015B8F" w14:paraId="389113D6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</w:t>
            </w:r>
            <w:r w:rsidRPr="00EE69A8" w:rsidR="00B90885">
              <w:rPr>
                <w:rFonts w:ascii="Corbel" w:hAnsi="Corbel" w:cs="Segoe UI"/>
                <w:b/>
                <w:szCs w:val="24"/>
              </w:rPr>
              <w:t>.</w:t>
            </w:r>
            <w:r w:rsidRPr="00EE69A8">
              <w:rPr>
                <w:rFonts w:ascii="Corbel" w:hAnsi="Corbel" w:cs="Segoe UI"/>
                <w:b/>
                <w:szCs w:val="24"/>
              </w:rPr>
              <w:t xml:space="preserve"> ECTS</w:t>
            </w:r>
          </w:p>
        </w:tc>
      </w:tr>
      <w:tr w:rsidRPr="00EE69A8" w:rsidR="00015B8F" w:rsidTr="00C766DF" w14:paraId="121BA73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E69A8" w:rsidR="00015B8F" w:rsidP="009C54AE" w:rsidRDefault="003F5388" w14:paraId="5867C2BD" w14:textId="496BF13C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</w:t>
            </w:r>
            <w:r w:rsidRPr="00EE69A8" w:rsidR="000A100D">
              <w:rPr>
                <w:rFonts w:ascii="Corbel" w:hAnsi="Corbel" w:cs="Segoe UI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1FA6ABD2" w14:textId="610382B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581A64FD" w14:textId="5EBA928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F54AC9" w:rsidRDefault="006437D9" w14:paraId="07A1259D" w14:textId="7ECF7FB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2"/>
                <w:szCs w:val="22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4C2CBA7F" w14:textId="36941C09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6AFB7865" w14:textId="6B045AAF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4C46A7DD" w14:textId="2117EE7A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4DA295C9" w14:textId="2E247E6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15B8F" w14:paraId="71592B50" w14:textId="49115B0E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015B8F" w:rsidP="009C54AE" w:rsidRDefault="000A100D" w14:paraId="04DFA077" w14:textId="689755CD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  <w:tr w:rsidRPr="00EE69A8" w:rsidR="00EE69A8" w:rsidTr="00C766DF" w14:paraId="3308036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E69A8" w:rsidR="00EE69A8" w:rsidP="009C54AE" w:rsidRDefault="00EE69A8" w14:paraId="429DD549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3C0C321A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3AEAEE74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F54AC9" w:rsidRDefault="00EE69A8" w14:paraId="61CABE44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39F226A6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19C17005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2CF32EC2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08559223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55D3EB08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9A8" w:rsidR="00EE69A8" w:rsidP="009C54AE" w:rsidRDefault="00EE69A8" w14:paraId="3DEC7317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</w:tr>
    </w:tbl>
    <w:p w:rsidRPr="00EE69A8" w:rsidR="00923D7D" w:rsidP="009C54AE" w:rsidRDefault="00923D7D" w14:paraId="49EA7C03" w14:textId="77777777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:rsidRPr="00EE69A8" w:rsidR="0085747A" w:rsidP="00F83B28" w:rsidRDefault="0085747A" w14:paraId="13BDAB1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</w:t>
      </w:r>
      <w:r w:rsidRPr="00EE69A8" w:rsidR="00E22FBC">
        <w:rPr>
          <w:rFonts w:ascii="Corbel" w:hAnsi="Corbel" w:cs="Segoe UI"/>
          <w:smallCaps w:val="0"/>
          <w:szCs w:val="24"/>
        </w:rPr>
        <w:t>2</w:t>
      </w:r>
      <w:r w:rsidRPr="00EE69A8" w:rsidR="00F83B28">
        <w:rPr>
          <w:rFonts w:ascii="Corbel" w:hAnsi="Corbel" w:cs="Segoe UI"/>
          <w:smallCaps w:val="0"/>
          <w:szCs w:val="24"/>
        </w:rPr>
        <w:t>.</w:t>
      </w:r>
      <w:r w:rsidRPr="00EE69A8" w:rsidR="00F83B28">
        <w:rPr>
          <w:rFonts w:ascii="Corbel" w:hAnsi="Corbel" w:cs="Segoe UI"/>
          <w:smallCaps w:val="0"/>
          <w:szCs w:val="24"/>
        </w:rPr>
        <w:tab/>
      </w:r>
      <w:r w:rsidRPr="00EE69A8">
        <w:rPr>
          <w:rFonts w:ascii="Corbel" w:hAnsi="Corbel" w:cs="Segoe UI"/>
          <w:smallCaps w:val="0"/>
          <w:szCs w:val="24"/>
        </w:rPr>
        <w:t xml:space="preserve">Sposób realizacji zajęć  </w:t>
      </w:r>
    </w:p>
    <w:p w:rsidRPr="00EE69A8" w:rsidR="0085747A" w:rsidP="00F83B28" w:rsidRDefault="000A100D" w14:paraId="6E590A16" w14:textId="77777777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eastAsia="MS Gothic" w:cs="Segoe UI"/>
          <w:b w:val="0"/>
          <w:szCs w:val="24"/>
        </w:rPr>
        <w:t>x</w:t>
      </w:r>
      <w:r w:rsidRPr="00EE69A8" w:rsidR="0085747A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:rsidRPr="00EE69A8" w:rsidR="00F54AC9" w:rsidP="00F54AC9" w:rsidRDefault="0085747A" w14:paraId="68E4D671" w14:textId="406AC041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hAnsi="Segoe UI Symbol" w:eastAsia="MS Gothic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</w:t>
      </w:r>
      <w:r w:rsidRPr="00EE69A8" w:rsidR="00056B65">
        <w:rPr>
          <w:rFonts w:ascii="Corbel" w:hAnsi="Corbel" w:cs="Segoe UI"/>
          <w:b w:val="0"/>
          <w:smallCaps w:val="0"/>
          <w:szCs w:val="24"/>
        </w:rPr>
        <w:t xml:space="preserve"> </w:t>
      </w:r>
    </w:p>
    <w:p w:rsidRPr="00EE69A8" w:rsidR="0085747A" w:rsidP="009C54AE" w:rsidRDefault="0085747A" w14:paraId="2F007615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:rsidRPr="00EE69A8" w:rsidR="009C54AE" w:rsidP="00670628" w:rsidRDefault="00573183" w14:paraId="3FBED3F4" w14:textId="6A857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</w:t>
      </w:r>
      <w:r w:rsidRPr="00EE69A8" w:rsidR="00E22FBC">
        <w:rPr>
          <w:rFonts w:ascii="Corbel" w:hAnsi="Corbel" w:cs="Segoe UI"/>
          <w:smallCaps w:val="0"/>
          <w:szCs w:val="24"/>
        </w:rPr>
        <w:t>For</w:t>
      </w:r>
      <w:r w:rsidRPr="00EE69A8" w:rsidR="00445970">
        <w:rPr>
          <w:rFonts w:ascii="Corbel" w:hAnsi="Corbel" w:cs="Segoe UI"/>
          <w:smallCaps w:val="0"/>
          <w:szCs w:val="24"/>
        </w:rPr>
        <w:t xml:space="preserve">ma zaliczenia przedmiotu </w:t>
      </w:r>
      <w:r w:rsidRPr="00EE69A8" w:rsidR="00EE69A8">
        <w:rPr>
          <w:rFonts w:ascii="Corbel" w:hAnsi="Corbel"/>
          <w:smallCaps w:val="0"/>
          <w:szCs w:val="24"/>
        </w:rPr>
        <w:t xml:space="preserve">(z toku) </w:t>
      </w:r>
      <w:r w:rsidRPr="00EE69A8" w:rsid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 w:rsidR="00E22FBC">
        <w:rPr>
          <w:rFonts w:ascii="Corbel" w:hAnsi="Corbel" w:cs="Segoe UI"/>
          <w:smallCaps w:val="0"/>
          <w:szCs w:val="24"/>
        </w:rPr>
        <w:t xml:space="preserve"> </w:t>
      </w:r>
    </w:p>
    <w:p w:rsidRPr="00EE69A8" w:rsidR="00A829DA" w:rsidP="009C54AE" w:rsidRDefault="00A829DA" w14:paraId="16D606B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:rsidRPr="00EE69A8" w:rsidR="000A100D" w:rsidP="009C54AE" w:rsidRDefault="000A100D" w14:paraId="2087EBFC" w14:textId="77777777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Pr="00EE69A8" w:rsidR="00E960BB" w:rsidP="009C54AE" w:rsidRDefault="0085747A" w14:paraId="1974D55A" w14:textId="77777777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>2.</w:t>
      </w:r>
      <w:r w:rsidRPr="00EE69A8" w:rsidR="00573183">
        <w:rPr>
          <w:rFonts w:ascii="Corbel" w:hAnsi="Corbel" w:cs="Segoe UI"/>
          <w:szCs w:val="24"/>
        </w:rPr>
        <w:t xml:space="preserve"> </w:t>
      </w:r>
      <w:r w:rsidRPr="00EE69A8">
        <w:rPr>
          <w:rFonts w:ascii="Corbel" w:hAnsi="Corbel" w:cs="Segoe UI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9A8" w:rsidR="0085747A" w:rsidTr="00745302" w14:paraId="2DED47E5" w14:textId="77777777">
        <w:tc>
          <w:tcPr>
            <w:tcW w:w="9670" w:type="dxa"/>
          </w:tcPr>
          <w:p w:rsidRPr="00EE69A8" w:rsidR="0085747A" w:rsidP="009C54AE" w:rsidRDefault="000A100D" w14:paraId="32299704" w14:textId="77777777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:rsidRPr="00EE69A8" w:rsidR="0085747A" w:rsidP="009C54AE" w:rsidRDefault="0085747A" w14:paraId="00934C93" w14:textId="77777777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EE69A8" w:rsidR="00153C41" w:rsidP="009C54AE" w:rsidRDefault="00153C41" w14:paraId="02EBE148" w14:textId="77777777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Pr="00EE69A8" w:rsidR="0085747A" w:rsidP="009C54AE" w:rsidRDefault="0071620A" w14:paraId="2E2E31E7" w14:textId="4DFB13E5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>3.</w:t>
      </w:r>
      <w:r w:rsidRPr="00EE69A8" w:rsidR="00573183">
        <w:rPr>
          <w:rFonts w:ascii="Corbel" w:hAnsi="Corbel" w:cs="Segoe UI"/>
          <w:szCs w:val="24"/>
        </w:rPr>
        <w:t xml:space="preserve"> </w:t>
      </w:r>
      <w:r w:rsidRPr="00EE69A8" w:rsidR="00A84C85">
        <w:rPr>
          <w:rFonts w:ascii="Corbel" w:hAnsi="Corbel" w:cs="Segoe UI"/>
          <w:sz w:val="22"/>
        </w:rPr>
        <w:t xml:space="preserve">cele, efekty uczenia </w:t>
      </w:r>
      <w:r w:rsidRPr="00EE69A8" w:rsidR="0085747A">
        <w:rPr>
          <w:rFonts w:ascii="Corbel" w:hAnsi="Corbel" w:cs="Segoe UI"/>
          <w:sz w:val="22"/>
        </w:rPr>
        <w:t>treści Programowe i stosowane metody Dydaktyczne</w:t>
      </w:r>
    </w:p>
    <w:p w:rsidRPr="00EE69A8" w:rsidR="0085747A" w:rsidP="009C54AE" w:rsidRDefault="0085747A" w14:paraId="3D3D4998" w14:textId="77777777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Pr="00EE69A8" w:rsidR="0085747A" w:rsidP="009C54AE" w:rsidRDefault="0071620A" w14:paraId="733D16CF" w14:textId="77777777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</w:t>
      </w:r>
      <w:r w:rsidRPr="00EE69A8" w:rsidR="00573183">
        <w:rPr>
          <w:rFonts w:ascii="Corbel" w:hAnsi="Corbel" w:cs="Segoe UI"/>
          <w:sz w:val="24"/>
          <w:szCs w:val="24"/>
        </w:rPr>
        <w:t>.</w:t>
      </w:r>
      <w:r w:rsidRPr="00EE69A8">
        <w:rPr>
          <w:rFonts w:ascii="Corbel" w:hAnsi="Corbel" w:cs="Segoe UI"/>
          <w:sz w:val="24"/>
          <w:szCs w:val="24"/>
        </w:rPr>
        <w:t xml:space="preserve"> </w:t>
      </w:r>
      <w:r w:rsidRPr="00EE69A8" w:rsidR="00C05F44">
        <w:rPr>
          <w:rFonts w:ascii="Corbel" w:hAnsi="Corbel" w:cs="Segoe UI"/>
          <w:sz w:val="24"/>
          <w:szCs w:val="24"/>
        </w:rPr>
        <w:t>Cele przedmiotu</w:t>
      </w:r>
    </w:p>
    <w:p w:rsidRPr="00EE69A8" w:rsidR="00F83B28" w:rsidP="009C54AE" w:rsidRDefault="00F83B28" w14:paraId="09A0E968" w14:textId="77777777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F5CA8" w:rsidR="0085747A" w:rsidTr="00923D7D" w14:paraId="7A6F0E66" w14:textId="77777777">
        <w:tc>
          <w:tcPr>
            <w:tcW w:w="851" w:type="dxa"/>
            <w:vAlign w:val="center"/>
          </w:tcPr>
          <w:p w:rsidRPr="00DF5CA8" w:rsidR="0085747A" w:rsidP="009C54AE" w:rsidRDefault="0085747A" w14:paraId="7D26E4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F5CA8" w:rsidR="0085747A" w:rsidP="00116436" w:rsidRDefault="006E7429" w14:paraId="582ABBAF" w14:textId="420E651F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 xml:space="preserve">Wprowadzenie podstawowych pojęć związanych z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cyberbezpieczeństwem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 Zapoznanie z zagrożeniami płynącymi z użytkowania sieci Internet, systemów informacyjnych oraz aplikacji. Przyswojenie wiedzy na temat polskich i europejskich regulacji prawnych w zakresie ochrony cyberprzestrzeni, a także poznanie podstawowych metod</w:t>
            </w:r>
            <w:r w:rsidRPr="00DF5CA8" w:rsidR="00BB1DFC">
              <w:rPr>
                <w:rFonts w:ascii="Corbel" w:hAnsi="Corbel" w:cs="Segoe UI"/>
                <w:sz w:val="24"/>
                <w:szCs w:val="24"/>
              </w:rPr>
              <w:t xml:space="preserve"> rozpoznania i analizy zagrożeń oraz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 zwalczania przestępczości cybernetycznej.</w:t>
            </w:r>
          </w:p>
        </w:tc>
      </w:tr>
      <w:tr w:rsidRPr="00DF5CA8" w:rsidR="0085747A" w:rsidTr="00923D7D" w14:paraId="7950F7DA" w14:textId="77777777">
        <w:tc>
          <w:tcPr>
            <w:tcW w:w="851" w:type="dxa"/>
            <w:vAlign w:val="center"/>
          </w:tcPr>
          <w:p w:rsidRPr="00DF5CA8" w:rsidR="0085747A" w:rsidP="009C54AE" w:rsidRDefault="000A100D" w14:paraId="118859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F5CA8" w:rsidR="0085747A" w:rsidP="00116436" w:rsidRDefault="00F32F26" w14:paraId="36DDE2C2" w14:textId="353B6F4F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</w:t>
            </w:r>
            <w:r w:rsidRPr="00DF5CA8" w:rsidR="007D2321">
              <w:rPr>
                <w:rFonts w:ascii="Corbel" w:hAnsi="Corbel" w:cs="Segoe UI"/>
                <w:b w:val="0"/>
                <w:sz w:val="24"/>
                <w:szCs w:val="24"/>
              </w:rPr>
              <w:t xml:space="preserve"> zagrożeń w </w:t>
            </w:r>
            <w:r w:rsidRPr="00DF5CA8" w:rsidR="00116436">
              <w:rPr>
                <w:rFonts w:ascii="Corbel" w:hAnsi="Corbel" w:cs="Segoe UI"/>
                <w:b w:val="0"/>
                <w:sz w:val="24"/>
                <w:szCs w:val="24"/>
              </w:rPr>
              <w:t>cyberprzestrzeni oraz</w:t>
            </w: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 formułowania wniosków w odniesieniu do różnorodnych aspektów </w:t>
            </w:r>
            <w:r w:rsidRPr="00DF5CA8" w:rsidR="007D2321">
              <w:rPr>
                <w:rFonts w:ascii="Corbel" w:hAnsi="Corbel" w:cs="Segoe UI"/>
                <w:b w:val="0"/>
                <w:sz w:val="24"/>
                <w:szCs w:val="24"/>
              </w:rPr>
              <w:t>bezpieczeństwa w sieci Internet, w tym w zakresie usług publicznych.</w:t>
            </w:r>
          </w:p>
        </w:tc>
      </w:tr>
    </w:tbl>
    <w:p w:rsidRPr="00EE69A8" w:rsidR="0085747A" w:rsidP="009C54AE" w:rsidRDefault="0085747A" w14:paraId="32415C0F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:rsidRPr="00EE69A8" w:rsidR="001D7B54" w:rsidP="009C54AE" w:rsidRDefault="009F4610" w14:paraId="10757AA7" w14:textId="77777777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</w:t>
      </w:r>
      <w:r w:rsidRPr="00EE69A8" w:rsidR="00573183">
        <w:rPr>
          <w:rFonts w:ascii="Corbel" w:hAnsi="Corbel" w:cs="Segoe UI"/>
          <w:b/>
          <w:sz w:val="24"/>
          <w:szCs w:val="24"/>
        </w:rPr>
        <w:t>.</w:t>
      </w:r>
      <w:r w:rsidRPr="00EE69A8">
        <w:rPr>
          <w:rFonts w:ascii="Corbel" w:hAnsi="Corbel" w:cs="Segoe UI"/>
          <w:b/>
          <w:sz w:val="24"/>
          <w:szCs w:val="24"/>
        </w:rPr>
        <w:t xml:space="preserve"> </w:t>
      </w:r>
      <w:r w:rsidRPr="00EE69A8" w:rsidR="001D7B54">
        <w:rPr>
          <w:rFonts w:ascii="Corbel" w:hAnsi="Corbel" w:cs="Segoe UI"/>
          <w:b/>
          <w:sz w:val="24"/>
          <w:szCs w:val="24"/>
        </w:rPr>
        <w:t xml:space="preserve">Efekty </w:t>
      </w:r>
      <w:r w:rsidRPr="00EE69A8" w:rsidR="00C05F44">
        <w:rPr>
          <w:rFonts w:ascii="Corbel" w:hAnsi="Corbel" w:cs="Segoe UI"/>
          <w:b/>
          <w:sz w:val="24"/>
          <w:szCs w:val="24"/>
        </w:rPr>
        <w:t xml:space="preserve">uczenia się </w:t>
      </w:r>
      <w:r w:rsidRPr="00EE69A8" w:rsidR="001D7B54">
        <w:rPr>
          <w:rFonts w:ascii="Corbel" w:hAnsi="Corbel" w:cs="Segoe UI"/>
          <w:b/>
          <w:sz w:val="24"/>
          <w:szCs w:val="24"/>
        </w:rPr>
        <w:t>dla przedmiotu</w:t>
      </w:r>
    </w:p>
    <w:p w:rsidRPr="00EE69A8" w:rsidR="001D7B54" w:rsidP="009C54AE" w:rsidRDefault="001D7B54" w14:paraId="05EF0BEC" w14:textId="77777777">
      <w:pPr>
        <w:spacing w:after="0"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DF5CA8" w:rsidR="0085747A" w:rsidTr="0071620A" w14:paraId="219D95E0" w14:textId="77777777">
        <w:tc>
          <w:tcPr>
            <w:tcW w:w="1701" w:type="dxa"/>
            <w:vAlign w:val="center"/>
          </w:tcPr>
          <w:p w:rsidRPr="00DF5CA8" w:rsidR="0085747A" w:rsidP="009C54AE" w:rsidRDefault="0085747A" w14:paraId="3EA91980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 w:rsidR="00A84C85">
              <w:rPr>
                <w:rFonts w:ascii="Corbel" w:hAnsi="Corbel" w:cs="Segoe UI"/>
                <w:b w:val="0"/>
                <w:smallCaps w:val="0"/>
                <w:szCs w:val="24"/>
              </w:rPr>
              <w:t xml:space="preserve"> (</w:t>
            </w:r>
            <w:r w:rsidRPr="00DF5CA8" w:rsidR="00C05F44">
              <w:rPr>
                <w:rFonts w:ascii="Corbel" w:hAnsi="Corbel" w:cs="Segoe UI"/>
                <w:b w:val="0"/>
                <w:smallCaps w:val="0"/>
                <w:szCs w:val="24"/>
              </w:rPr>
              <w:t>efekt uczenia się</w:t>
            </w:r>
            <w:r w:rsidRPr="00DF5CA8" w:rsidR="00B82308">
              <w:rPr>
                <w:rFonts w:ascii="Corbel" w:hAnsi="Corbel" w:cs="Segoe U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F5CA8" w:rsidR="0085747A" w:rsidP="00C05F44" w:rsidRDefault="0085747A" w14:paraId="78442940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</w:t>
            </w:r>
            <w:r w:rsidRPr="00DF5CA8" w:rsidR="00C05F44">
              <w:rPr>
                <w:rFonts w:ascii="Corbel" w:hAnsi="Corbel" w:cs="Segoe UI"/>
                <w:b w:val="0"/>
                <w:smallCaps w:val="0"/>
                <w:szCs w:val="24"/>
              </w:rPr>
              <w:t xml:space="preserve">uczenia się 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F5CA8" w:rsidR="0085747A" w:rsidP="00C05F44" w:rsidRDefault="0085747A" w14:paraId="69EF6FB6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 w:rsidR="0030395F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Pr="00DF5CA8" w:rsidR="00F32F26" w:rsidTr="005E6E85" w14:paraId="4D07C5AB" w14:textId="77777777">
        <w:tc>
          <w:tcPr>
            <w:tcW w:w="1701" w:type="dxa"/>
          </w:tcPr>
          <w:p w:rsidRPr="00DF5CA8" w:rsidR="00F32F26" w:rsidP="009C54AE" w:rsidRDefault="00F32F26" w14:paraId="358B766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F5CA8" w:rsidR="00F32F26" w:rsidP="00DF5CA8" w:rsidRDefault="00F32F26" w14:paraId="424A7149" w14:textId="5F197248">
            <w:pPr>
              <w:spacing w:after="0" w:line="240" w:lineRule="auto"/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posiada wiedzę na temat </w:t>
            </w:r>
            <w:r w:rsidRPr="00DF5CA8" w:rsidR="00232C4B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uwzględnieniem</w:t>
            </w:r>
            <w:r w:rsidRPr="00DF5CA8" w:rsidR="00232C4B">
              <w:rPr>
                <w:rFonts w:ascii="Corbel" w:hAnsi="Corbel" w:cs="Segoe UI"/>
                <w:sz w:val="24"/>
                <w:szCs w:val="24"/>
              </w:rPr>
              <w:t xml:space="preserve"> najważniejszych aktów prawnych oraz strategii państwa;</w:t>
            </w:r>
            <w:r w:rsidRPr="00DF5CA8" w:rsidR="00E32C1F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DF5CA8" w:rsidR="00232C4B">
              <w:rPr>
                <w:rFonts w:ascii="Corbel" w:hAnsi="Corbel" w:cs="Segoe UI"/>
                <w:sz w:val="24"/>
                <w:szCs w:val="24"/>
              </w:rPr>
              <w:t xml:space="preserve">potrafi 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określić elementy świadczące o</w:t>
            </w:r>
            <w:r w:rsidRPr="00DF5CA8" w:rsidR="00232C4B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 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mocnych i słabych </w:t>
            </w:r>
            <w:r w:rsidRPr="00DF5CA8" w:rsidR="003648CC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stronach </w:t>
            </w:r>
            <w:r w:rsidRPr="00DF5CA8" w:rsidR="00232C4B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tego systemu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DF5CA8" w:rsidR="00F32F26" w:rsidP="009C54AE" w:rsidRDefault="00EE0BE1" w14:paraId="3CE8E0E0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</w:t>
            </w:r>
            <w:r w:rsidRPr="00DF5CA8" w:rsidR="00F32F26">
              <w:rPr>
                <w:rFonts w:ascii="Corbel" w:hAnsi="Corbel" w:cs="Segoe UI"/>
                <w:b w:val="0"/>
                <w:smallCaps w:val="0"/>
                <w:szCs w:val="24"/>
              </w:rPr>
              <w:t>W10</w:t>
            </w:r>
            <w:r w:rsidRPr="00DF5CA8" w:rsidR="00F54193">
              <w:rPr>
                <w:rFonts w:ascii="Corbel" w:hAnsi="Corbel" w:cs="Segoe UI"/>
                <w:b w:val="0"/>
                <w:smallCaps w:val="0"/>
                <w:szCs w:val="24"/>
              </w:rPr>
              <w:t>, U10</w:t>
            </w:r>
          </w:p>
        </w:tc>
      </w:tr>
      <w:tr w:rsidRPr="00DF5CA8" w:rsidR="00F32F26" w:rsidTr="005E6E85" w14:paraId="6656164B" w14:textId="77777777">
        <w:tc>
          <w:tcPr>
            <w:tcW w:w="1701" w:type="dxa"/>
          </w:tcPr>
          <w:p w:rsidRPr="00DF5CA8" w:rsidR="00F32F26" w:rsidP="009C54AE" w:rsidRDefault="00F32F26" w14:paraId="3E37183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F5CA8" w:rsidR="00F32F26" w:rsidP="00DF5CA8" w:rsidRDefault="00F32F26" w14:paraId="62A91A26" w14:textId="60910F94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posiada wiedzę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i potrafi posługiwać się podstawowymi pojęciami </w:t>
            </w:r>
            <w:r w:rsidRPr="00DF5CA8" w:rsidR="00924BBE">
              <w:rPr>
                <w:rFonts w:ascii="Corbel" w:hAnsi="Corbel" w:cs="Segoe UI"/>
                <w:sz w:val="24"/>
                <w:szCs w:val="24"/>
              </w:rPr>
              <w:t>oraz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 terminologią odnoszącą się do </w:t>
            </w:r>
            <w:r w:rsidRPr="00DF5CA8" w:rsidR="00232C4B">
              <w:rPr>
                <w:rFonts w:ascii="Corbel" w:hAnsi="Corbel" w:cs="Segoe UI"/>
                <w:sz w:val="24"/>
                <w:szCs w:val="24"/>
              </w:rPr>
              <w:t>cyberbezpieczeństwa</w:t>
            </w:r>
            <w:r w:rsidRPr="00DF5CA8" w:rsidR="00E32C1F">
              <w:rPr>
                <w:rFonts w:ascii="Corbel" w:hAnsi="Corbel" w:cs="Segoe UI"/>
                <w:sz w:val="24"/>
                <w:szCs w:val="24"/>
              </w:rPr>
              <w:t xml:space="preserve"> oraz </w:t>
            </w:r>
            <w:r w:rsidRPr="00DF5CA8" w:rsidR="00232C4B">
              <w:rPr>
                <w:rFonts w:ascii="Corbel" w:hAnsi="Corbel" w:cs="Segoe UI"/>
                <w:sz w:val="24"/>
                <w:szCs w:val="24"/>
              </w:rPr>
              <w:t xml:space="preserve">przeanalizować 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i zinterpretować </w:t>
            </w:r>
            <w:r w:rsidRPr="00DF5CA8" w:rsidR="00232C4B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kluczowe zagrożenia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DF5CA8" w:rsidR="00F32F26" w:rsidP="009C54AE" w:rsidRDefault="00F32F26" w14:paraId="0C5CFCAC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W09</w:t>
            </w:r>
            <w:r w:rsidRPr="00DF5CA8" w:rsidR="00EE0BE1">
              <w:rPr>
                <w:rFonts w:ascii="Corbel" w:hAnsi="Corbel" w:cs="Segoe UI"/>
                <w:b w:val="0"/>
                <w:smallCaps w:val="0"/>
                <w:szCs w:val="24"/>
              </w:rPr>
              <w:t>, W10</w:t>
            </w:r>
            <w:r w:rsidRPr="00DF5CA8" w:rsidR="00E32C1F">
              <w:rPr>
                <w:rFonts w:ascii="Corbel" w:hAnsi="Corbel" w:cs="Segoe UI"/>
                <w:b w:val="0"/>
                <w:smallCaps w:val="0"/>
                <w:szCs w:val="24"/>
              </w:rPr>
              <w:t>, U12</w:t>
            </w:r>
          </w:p>
        </w:tc>
      </w:tr>
      <w:tr w:rsidRPr="00DF5CA8" w:rsidR="00F32F26" w:rsidTr="005E6E85" w14:paraId="37AC8CFA" w14:textId="77777777">
        <w:tc>
          <w:tcPr>
            <w:tcW w:w="1701" w:type="dxa"/>
          </w:tcPr>
          <w:p w:rsidRPr="00DF5CA8" w:rsidR="00F32F26" w:rsidP="009C54AE" w:rsidRDefault="00F32F26" w14:paraId="0FA223D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F5CA8" w:rsidR="00F32F26" w:rsidP="00DF5CA8" w:rsidRDefault="00F32F26" w14:paraId="5A460530" w14:textId="6923DE1B">
            <w:pPr>
              <w:spacing w:after="0" w:line="240" w:lineRule="auto"/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potrafi opisać wpływ </w:t>
            </w:r>
            <w:r w:rsidRPr="00DF5CA8" w:rsidR="00002CD1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zagrożeń w cyberprzestrzeni 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na </w:t>
            </w:r>
            <w:r w:rsidRPr="00DF5CA8" w:rsidR="00002CD1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życie społeczne oraz instytucje i usługi kluczowe państwa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DF5CA8" w:rsidR="00F32F26" w:rsidP="009C54AE" w:rsidRDefault="00F54193" w14:paraId="4B41D59C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W10, </w:t>
            </w:r>
            <w:r w:rsidRPr="00DF5CA8" w:rsidR="00EE0BE1">
              <w:rPr>
                <w:rFonts w:ascii="Corbel" w:hAnsi="Corbel" w:cs="Segoe UI"/>
                <w:b w:val="0"/>
                <w:smallCaps w:val="0"/>
                <w:szCs w:val="24"/>
              </w:rPr>
              <w:t>U10</w:t>
            </w:r>
          </w:p>
        </w:tc>
      </w:tr>
      <w:tr w:rsidRPr="00DF5CA8" w:rsidR="00F32F26" w:rsidTr="005E6E85" w14:paraId="3130B732" w14:textId="77777777">
        <w:tc>
          <w:tcPr>
            <w:tcW w:w="1701" w:type="dxa"/>
          </w:tcPr>
          <w:p w:rsidRPr="00DF5CA8" w:rsidR="00F32F26" w:rsidP="009C54AE" w:rsidRDefault="00F32F26" w14:paraId="71A91B5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Pr="00DF5CA8" w:rsidR="00E32C1F">
              <w:rPr>
                <w:rFonts w:ascii="Corbel" w:hAnsi="Corbel" w:cs="Segoe UI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DF5CA8" w:rsidR="00F32F26" w:rsidP="00DF5CA8" w:rsidRDefault="00F32F26" w14:paraId="172ED5E6" w14:textId="1EA965F6">
            <w:pPr>
              <w:spacing w:after="0" w:line="240" w:lineRule="auto"/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potrafi samodzielnie </w:t>
            </w:r>
            <w:r w:rsidRPr="00DF5CA8" w:rsidR="00EE0BE1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lub we współdziałaniu z grupą 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poszerzać posiadany zakres wiedzy z dodatkowych źr</w:t>
            </w:r>
            <w:r w:rsidRPr="00DF5CA8" w:rsidR="00E32C1F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ódeł; systematycznie aktualizuje 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oraz potrafi dokonać analizy bieżących informacji odnoszących się do współcześnie </w:t>
            </w:r>
            <w:r w:rsidRPr="00DF5CA8" w:rsidR="00002CD1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>występujących zagrożeń w cyberprzestrzeni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; </w:t>
            </w:r>
          </w:p>
        </w:tc>
        <w:tc>
          <w:tcPr>
            <w:tcW w:w="1873" w:type="dxa"/>
          </w:tcPr>
          <w:p w:rsidRPr="00DF5CA8" w:rsidR="00F32F26" w:rsidP="009C54AE" w:rsidRDefault="00EE0BE1" w14:paraId="7AD0A401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  <w:tr w:rsidRPr="00DF5CA8" w:rsidR="00F32F26" w:rsidTr="005E6E85" w14:paraId="731FBAE0" w14:textId="77777777">
        <w:tc>
          <w:tcPr>
            <w:tcW w:w="1701" w:type="dxa"/>
          </w:tcPr>
          <w:p w:rsidRPr="00DF5CA8" w:rsidR="00F32F26" w:rsidP="009C54AE" w:rsidRDefault="00F32F26" w14:paraId="34F0C451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Pr="00DF5CA8" w:rsidR="00E32C1F">
              <w:rPr>
                <w:rFonts w:ascii="Corbel" w:hAnsi="Corbel" w:cs="Segoe UI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DF5CA8" w:rsidR="00F32F26" w:rsidP="00DF5CA8" w:rsidRDefault="00F32F26" w14:paraId="13A83863" w14:textId="6DCA940A">
            <w:pPr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</w:pP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potrafi </w:t>
            </w:r>
            <w:r w:rsidRPr="00DF5CA8" w:rsidR="00EE0BE1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samodzielnie lub we współdziałaniu z grupą </w:t>
            </w:r>
            <w:r w:rsidRPr="00DF5CA8">
              <w:rPr>
                <w:rFonts w:ascii="Corbel" w:hAnsi="Corbel" w:eastAsia="Times New Roman" w:cs="Segoe UI"/>
                <w:sz w:val="24"/>
                <w:szCs w:val="24"/>
                <w:lang w:eastAsia="pl-PL"/>
              </w:rPr>
              <w:t xml:space="preserve">- przy wykorzystaniu dotychczas nabytej wiedzy - </w:t>
            </w:r>
            <w:r w:rsidRPr="00DF5CA8" w:rsidR="00002CD1">
              <w:rPr>
                <w:rFonts w:ascii="Corbel" w:hAnsi="Corbel" w:cs="Segoe UI"/>
                <w:sz w:val="24"/>
                <w:szCs w:val="24"/>
              </w:rPr>
              <w:t xml:space="preserve">analizować i wykorzystywać uzyskaną wiedzę do identyfikacji i </w:t>
            </w:r>
            <w:r w:rsidRPr="00DF5CA8" w:rsidR="00002CD1">
              <w:rPr>
                <w:rFonts w:ascii="Corbel" w:hAnsi="Corbel" w:cs="Segoe UI"/>
                <w:sz w:val="24"/>
                <w:szCs w:val="24"/>
              </w:rPr>
              <w:lastRenderedPageBreak/>
              <w:t xml:space="preserve">klasyfikacji zagrożeń w cyberprzestrzeni, a także potrafi aktywnie uczestniczyć w dyskusji dotyczącej </w:t>
            </w:r>
            <w:proofErr w:type="spellStart"/>
            <w:r w:rsidRPr="00DF5CA8" w:rsidR="00002CD1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DF5CA8" w:rsidR="00002CD1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DF5CA8" w:rsidR="00F32F26" w:rsidP="009C54AE" w:rsidRDefault="00EE0BE1" w14:paraId="3787E317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>W09, W10, U10, U12, K08</w:t>
            </w:r>
          </w:p>
        </w:tc>
      </w:tr>
    </w:tbl>
    <w:p w:rsidRPr="00EE69A8" w:rsidR="0085747A" w:rsidP="009C54AE" w:rsidRDefault="0085747A" w14:paraId="23511531" w14:textId="77777777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Pr="00EE69A8" w:rsidR="00F54193" w:rsidP="009C54AE" w:rsidRDefault="00F54193" w14:paraId="326D34F1" w14:textId="77777777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</w:p>
    <w:p w:rsidRPr="00EE69A8" w:rsidR="0085747A" w:rsidP="009C54AE" w:rsidRDefault="00675843" w14:paraId="2294D09A" w14:textId="77777777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3.3</w:t>
      </w:r>
      <w:r w:rsidRPr="00EE69A8" w:rsidR="00573183">
        <w:rPr>
          <w:rFonts w:ascii="Corbel" w:hAnsi="Corbel" w:cs="Segoe UI"/>
          <w:b/>
          <w:sz w:val="24"/>
          <w:szCs w:val="24"/>
        </w:rPr>
        <w:t xml:space="preserve">. </w:t>
      </w:r>
      <w:r w:rsidRPr="00EE69A8" w:rsidR="0085747A">
        <w:rPr>
          <w:rFonts w:ascii="Corbel" w:hAnsi="Corbel" w:cs="Segoe UI"/>
          <w:b/>
          <w:sz w:val="24"/>
          <w:szCs w:val="24"/>
        </w:rPr>
        <w:t>T</w:t>
      </w:r>
      <w:r w:rsidRPr="00EE69A8" w:rsidR="001D7B54">
        <w:rPr>
          <w:rFonts w:ascii="Corbel" w:hAnsi="Corbel" w:cs="Segoe UI"/>
          <w:b/>
          <w:sz w:val="24"/>
          <w:szCs w:val="24"/>
        </w:rPr>
        <w:t xml:space="preserve">reści programowe </w:t>
      </w:r>
    </w:p>
    <w:p w:rsidRPr="009C54AE" w:rsidR="00731A6A" w:rsidP="00731A6A" w:rsidRDefault="00731A6A" w14:paraId="0A59FFF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731A6A" w:rsidP="00731A6A" w:rsidRDefault="00731A6A" w14:paraId="39BD3D4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731A6A" w:rsidTr="00511BB0" w14:paraId="0778D7B2" w14:textId="77777777">
        <w:tc>
          <w:tcPr>
            <w:tcW w:w="9639" w:type="dxa"/>
          </w:tcPr>
          <w:p w:rsidRPr="009C54AE" w:rsidR="00731A6A" w:rsidP="00511BB0" w:rsidRDefault="00731A6A" w14:paraId="2BE4E6D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31A6A" w:rsidTr="00511BB0" w14:paraId="4DD18A89" w14:textId="77777777">
        <w:tc>
          <w:tcPr>
            <w:tcW w:w="9639" w:type="dxa"/>
          </w:tcPr>
          <w:p w:rsidRPr="009C54AE" w:rsidR="00731A6A" w:rsidP="00511BB0" w:rsidRDefault="00731A6A" w14:paraId="41F7785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731A6A" w:rsidTr="00511BB0" w14:paraId="2CDB2BCD" w14:textId="77777777">
        <w:tc>
          <w:tcPr>
            <w:tcW w:w="9639" w:type="dxa"/>
          </w:tcPr>
          <w:p w:rsidRPr="009C54AE" w:rsidR="00731A6A" w:rsidP="00511BB0" w:rsidRDefault="00731A6A" w14:paraId="7ABC82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731A6A" w:rsidTr="00511BB0" w14:paraId="0D9A99AB" w14:textId="77777777">
        <w:tc>
          <w:tcPr>
            <w:tcW w:w="9639" w:type="dxa"/>
          </w:tcPr>
          <w:p w:rsidRPr="009C54AE" w:rsidR="00731A6A" w:rsidP="00511BB0" w:rsidRDefault="00731A6A" w14:paraId="6F2C328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EE69A8" w:rsidR="00731A6A" w:rsidP="009C54AE" w:rsidRDefault="00731A6A" w14:paraId="209B8C17" w14:textId="77777777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Pr="00EE69A8" w:rsidR="0085747A" w:rsidP="009C54AE" w:rsidRDefault="00731A6A" w14:paraId="7EAE1221" w14:textId="68DF5E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EE69A8" w:rsidR="0085747A" w:rsidP="009C54AE" w:rsidRDefault="0085747A" w14:paraId="76FA875A" w14:textId="77777777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A6A" w:rsidR="0085747A" w:rsidTr="00923D7D" w14:paraId="7ABADE21" w14:textId="77777777">
        <w:tc>
          <w:tcPr>
            <w:tcW w:w="9639" w:type="dxa"/>
          </w:tcPr>
          <w:p w:rsidRPr="00731A6A" w:rsidR="0085747A" w:rsidP="009C54AE" w:rsidRDefault="0085747A" w14:paraId="0427823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Pr="00731A6A" w:rsidR="00F54193" w:rsidTr="00923D7D" w14:paraId="0B4F2DBA" w14:textId="77777777">
        <w:tc>
          <w:tcPr>
            <w:tcW w:w="9639" w:type="dxa"/>
          </w:tcPr>
          <w:p w:rsidRPr="00731A6A" w:rsidR="00F54193" w:rsidP="00C3035E" w:rsidRDefault="00002CD1" w14:paraId="6DE87EA3" w14:textId="17E97418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</w:t>
            </w:r>
            <w:r w:rsidRPr="00731A6A" w:rsidR="00D60D0F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Pr="00731A6A" w:rsidR="00F54193" w:rsidTr="00923D7D" w14:paraId="66EA5B10" w14:textId="77777777">
        <w:tc>
          <w:tcPr>
            <w:tcW w:w="9639" w:type="dxa"/>
          </w:tcPr>
          <w:p w:rsidRPr="00731A6A" w:rsidR="00F54193" w:rsidP="00C3035E" w:rsidRDefault="00002CD1" w14:paraId="7799EB72" w14:textId="5E770AE2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</w:t>
            </w:r>
            <w:r w:rsidRPr="00731A6A" w:rsidR="00D60D0F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Pr="00731A6A" w:rsidR="00F54193" w:rsidTr="00923D7D" w14:paraId="701F75F3" w14:textId="77777777">
        <w:tc>
          <w:tcPr>
            <w:tcW w:w="9639" w:type="dxa"/>
          </w:tcPr>
          <w:p w:rsidRPr="00731A6A" w:rsidR="00F54193" w:rsidP="00C3035E" w:rsidRDefault="00002CD1" w14:paraId="47B46F52" w14:textId="45AB7A13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</w:t>
            </w:r>
            <w:r w:rsidRPr="00731A6A" w:rsidR="00D60D0F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Pr="00731A6A" w:rsidR="00F54193" w:rsidTr="00923D7D" w14:paraId="5FC2D557" w14:textId="77777777">
        <w:tc>
          <w:tcPr>
            <w:tcW w:w="9639" w:type="dxa"/>
          </w:tcPr>
          <w:p w:rsidRPr="00731A6A" w:rsidR="00F54193" w:rsidP="00C3035E" w:rsidRDefault="00D60D0F" w14:paraId="01FCF154" w14:textId="3F29E7B9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Pr="00731A6A" w:rsidR="00F54193" w:rsidTr="00923D7D" w14:paraId="41FDDDB6" w14:textId="77777777">
        <w:tc>
          <w:tcPr>
            <w:tcW w:w="9639" w:type="dxa"/>
          </w:tcPr>
          <w:p w:rsidRPr="00731A6A" w:rsidR="00F54193" w:rsidP="00C3035E" w:rsidRDefault="00D60D0F" w14:paraId="507F62CB" w14:textId="4F991791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Pr="00731A6A" w:rsidR="00F54193" w:rsidTr="00923D7D" w14:paraId="0E448062" w14:textId="77777777">
        <w:tc>
          <w:tcPr>
            <w:tcW w:w="9639" w:type="dxa"/>
          </w:tcPr>
          <w:p w:rsidRPr="00731A6A" w:rsidR="00F54193" w:rsidP="00C3035E" w:rsidRDefault="00D60D0F" w14:paraId="432F7266" w14:textId="19CC59AE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Pr="00731A6A" w:rsidR="00F54193" w:rsidTr="00923D7D" w14:paraId="4D9829EF" w14:textId="77777777">
        <w:tc>
          <w:tcPr>
            <w:tcW w:w="9639" w:type="dxa"/>
          </w:tcPr>
          <w:p w:rsidRPr="00731A6A" w:rsidR="00F54193" w:rsidP="00C3035E" w:rsidRDefault="00D60D0F" w14:paraId="74FDF475" w14:textId="468FE837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Pr="00731A6A" w:rsidR="00F54193" w:rsidTr="00923D7D" w14:paraId="0F34B9C7" w14:textId="77777777">
        <w:tc>
          <w:tcPr>
            <w:tcW w:w="9639" w:type="dxa"/>
          </w:tcPr>
          <w:p w:rsidRPr="00731A6A" w:rsidR="00F54193" w:rsidP="00C3035E" w:rsidRDefault="00D60D0F" w14:paraId="618D925C" w14:textId="45F65A14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Pr="00731A6A" w:rsidR="00F54193" w:rsidTr="00923D7D" w14:paraId="2E072139" w14:textId="77777777">
        <w:tc>
          <w:tcPr>
            <w:tcW w:w="9639" w:type="dxa"/>
          </w:tcPr>
          <w:p w:rsidRPr="00731A6A" w:rsidR="00F54193" w:rsidP="00C3035E" w:rsidRDefault="00D60D0F" w14:paraId="74C7BF69" w14:textId="7F9837DC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Pr="00731A6A" w:rsidR="00D60D0F" w:rsidTr="00923D7D" w14:paraId="74A80FE4" w14:textId="77777777">
        <w:tc>
          <w:tcPr>
            <w:tcW w:w="9639" w:type="dxa"/>
          </w:tcPr>
          <w:p w:rsidRPr="00731A6A" w:rsidR="00D60D0F" w:rsidP="00C3035E" w:rsidRDefault="00D60D0F" w14:paraId="03D3EFED" w14:textId="39AB66EC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Deep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 xml:space="preserve"> web i Dark web.</w:t>
            </w:r>
          </w:p>
        </w:tc>
      </w:tr>
    </w:tbl>
    <w:p w:rsidRPr="00EE69A8" w:rsidR="0085747A" w:rsidP="009C54AE" w:rsidRDefault="0085747A" w14:paraId="629247C5" w14:textId="77777777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Pr="00EE69A8" w:rsidR="0085747A" w:rsidP="009C54AE" w:rsidRDefault="009F4610" w14:paraId="219D3569" w14:textId="77777777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</w:t>
      </w:r>
      <w:r w:rsidRPr="00EE69A8" w:rsidR="00573183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Metody dydaktyczne</w:t>
      </w:r>
    </w:p>
    <w:p w:rsidRPr="00153C41" w:rsidR="00731A6A" w:rsidP="00731A6A" w:rsidRDefault="00731A6A" w14:paraId="480B80C5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731A6A" w:rsidP="00731A6A" w:rsidRDefault="00731A6A" w14:paraId="7C57D237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731A6A" w:rsidP="00731A6A" w:rsidRDefault="00731A6A" w14:paraId="50288137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Pr="00153C41" w:rsidR="00731A6A" w:rsidP="00731A6A" w:rsidRDefault="00731A6A" w14:paraId="3CF1F0EC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EE69A8" w:rsidR="00F54193" w:rsidP="009C54AE" w:rsidRDefault="00F54193" w14:paraId="2716BD96" w14:textId="77777777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:rsidRPr="00731A6A" w:rsidR="00F54193" w:rsidP="00F54193" w:rsidRDefault="00F54193" w14:paraId="2E73DF10" w14:textId="77777777">
      <w:pPr>
        <w:spacing w:after="0" w:line="240" w:lineRule="auto"/>
        <w:rPr>
          <w:rFonts w:ascii="Corbel" w:hAnsi="Corbel" w:eastAsia="Cambria" w:cs="Segoe UI"/>
          <w:sz w:val="24"/>
          <w:szCs w:val="24"/>
        </w:rPr>
      </w:pPr>
      <w:r w:rsidRPr="00731A6A">
        <w:rPr>
          <w:rFonts w:ascii="Corbel" w:hAnsi="Corbel" w:eastAsia="Cambria" w:cs="Segoe UI"/>
          <w:sz w:val="24"/>
          <w:szCs w:val="24"/>
        </w:rPr>
        <w:t>- wykład konwersatoryjny z elementami wykładu problemowego;</w:t>
      </w:r>
    </w:p>
    <w:p w:rsidRPr="00731A6A" w:rsidR="00F54193" w:rsidP="00F54193" w:rsidRDefault="00F54193" w14:paraId="2E412BCD" w14:textId="1C6C8687">
      <w:pPr>
        <w:spacing w:after="0" w:line="240" w:lineRule="auto"/>
        <w:rPr>
          <w:rFonts w:ascii="Corbel" w:hAnsi="Corbel" w:eastAsia="Cambria" w:cs="Segoe UI"/>
          <w:sz w:val="24"/>
          <w:szCs w:val="24"/>
        </w:rPr>
      </w:pPr>
      <w:r w:rsidRPr="00731A6A">
        <w:rPr>
          <w:rFonts w:ascii="Corbel" w:hAnsi="Corbel" w:eastAsia="Cambria" w:cs="Segoe UI"/>
          <w:sz w:val="24"/>
          <w:szCs w:val="24"/>
        </w:rPr>
        <w:t>- dyskusja dydaktyczna w formie okrągłego stołu</w:t>
      </w:r>
      <w:r w:rsidRPr="00731A6A" w:rsidR="00AA60F8">
        <w:rPr>
          <w:rFonts w:ascii="Corbel" w:hAnsi="Corbel" w:eastAsia="Cambria" w:cs="Segoe UI"/>
          <w:sz w:val="24"/>
          <w:szCs w:val="24"/>
        </w:rPr>
        <w:t>;</w:t>
      </w:r>
    </w:p>
    <w:p w:rsidRPr="00731A6A" w:rsidR="00F54193" w:rsidP="00F54193" w:rsidRDefault="00F54193" w14:paraId="153A19CA" w14:textId="77777777">
      <w:pPr>
        <w:spacing w:after="0" w:line="240" w:lineRule="auto"/>
        <w:rPr>
          <w:rFonts w:ascii="Corbel" w:hAnsi="Corbel" w:eastAsia="Cambria" w:cs="Segoe UI"/>
          <w:sz w:val="24"/>
          <w:szCs w:val="24"/>
        </w:rPr>
      </w:pPr>
      <w:r w:rsidRPr="00731A6A">
        <w:rPr>
          <w:rFonts w:ascii="Corbel" w:hAnsi="Corbel" w:eastAsia="Cambria" w:cs="Segoe UI"/>
          <w:sz w:val="24"/>
          <w:szCs w:val="24"/>
        </w:rPr>
        <w:t>- prelekcja;</w:t>
      </w:r>
    </w:p>
    <w:p w:rsidRPr="00731A6A" w:rsidR="00F54193" w:rsidP="00F54193" w:rsidRDefault="00F54193" w14:paraId="70FC0457" w14:textId="333522C2">
      <w:pPr>
        <w:spacing w:after="0" w:line="240" w:lineRule="auto"/>
        <w:rPr>
          <w:rFonts w:ascii="Corbel" w:hAnsi="Corbel" w:eastAsia="Cambria" w:cs="Segoe UI"/>
          <w:sz w:val="24"/>
          <w:szCs w:val="24"/>
        </w:rPr>
      </w:pPr>
      <w:r w:rsidRPr="00731A6A">
        <w:rPr>
          <w:rFonts w:ascii="Corbel" w:hAnsi="Corbel" w:eastAsia="Cambria" w:cs="Segoe UI"/>
          <w:sz w:val="24"/>
          <w:szCs w:val="24"/>
        </w:rPr>
        <w:t>- ekspozycja;</w:t>
      </w:r>
    </w:p>
    <w:p w:rsidRPr="00731A6A" w:rsidR="009B001E" w:rsidP="00F54193" w:rsidRDefault="009B001E" w14:paraId="188337C9" w14:textId="6A5C6FAA">
      <w:pPr>
        <w:spacing w:after="0" w:line="240" w:lineRule="auto"/>
        <w:rPr>
          <w:rFonts w:ascii="Corbel" w:hAnsi="Corbel" w:eastAsia="Cambria" w:cs="Segoe UI"/>
          <w:sz w:val="24"/>
          <w:szCs w:val="24"/>
        </w:rPr>
      </w:pPr>
      <w:r w:rsidRPr="00731A6A">
        <w:rPr>
          <w:rFonts w:ascii="Corbel" w:hAnsi="Corbel" w:eastAsia="Cambria" w:cs="Segoe UI"/>
          <w:sz w:val="24"/>
          <w:szCs w:val="24"/>
        </w:rPr>
        <w:t>- samokształcenie;</w:t>
      </w:r>
    </w:p>
    <w:p w:rsidRPr="00EE69A8" w:rsidR="0085747A" w:rsidP="009C54AE" w:rsidRDefault="0085747A" w14:paraId="0F3F7305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EE69A8" w:rsidR="0085747A" w:rsidP="009C54AE" w:rsidRDefault="00C61DC5" w14:paraId="2EE85BE8" w14:textId="77777777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4. </w:t>
      </w:r>
      <w:r w:rsidRPr="00EE69A8" w:rsidR="0085747A">
        <w:rPr>
          <w:rFonts w:ascii="Corbel" w:hAnsi="Corbel" w:cs="Segoe UI"/>
          <w:smallCaps w:val="0"/>
          <w:szCs w:val="24"/>
        </w:rPr>
        <w:t>METODY I KRYTERIA OCENY</w:t>
      </w:r>
    </w:p>
    <w:p w:rsidRPr="00EE69A8" w:rsidR="00AA60F8" w:rsidP="009C54AE" w:rsidRDefault="00AA60F8" w14:paraId="362ADFBB" w14:textId="77777777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:rsidRPr="00EE69A8" w:rsidR="0085747A" w:rsidP="009C54AE" w:rsidRDefault="0085747A" w14:paraId="4F0C0B7B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</w:t>
      </w:r>
      <w:r w:rsidRPr="00EE69A8" w:rsidR="00573183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Sposoby weryfikacji efektów </w:t>
      </w:r>
      <w:r w:rsidRPr="00EE69A8" w:rsidR="00C05F44">
        <w:rPr>
          <w:rFonts w:ascii="Corbel" w:hAnsi="Corbel" w:cs="Segoe UI"/>
          <w:smallCaps w:val="0"/>
          <w:szCs w:val="24"/>
        </w:rPr>
        <w:t>uczenia się</w:t>
      </w:r>
    </w:p>
    <w:p w:rsidRPr="00EE69A8" w:rsidR="00A01D3C" w:rsidP="009C54AE" w:rsidRDefault="00A01D3C" w14:paraId="1C21428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C45252" w:rsidR="00573183" w:rsidTr="006A1396" w14:paraId="2F5F99FD" w14:textId="77777777">
        <w:tc>
          <w:tcPr>
            <w:tcW w:w="1985" w:type="dxa"/>
            <w:vAlign w:val="center"/>
          </w:tcPr>
          <w:p w:rsidRPr="00C45252" w:rsidR="00573183" w:rsidP="006A1396" w:rsidRDefault="00573183" w14:paraId="43011A04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C45252" w:rsidR="00573183" w:rsidP="006A1396" w:rsidRDefault="00573183" w14:paraId="1C4FEC6A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45252" w:rsidR="00573183" w:rsidP="006A1396" w:rsidRDefault="00573183" w14:paraId="412D53A2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45252" w:rsidR="00573183" w:rsidP="006A1396" w:rsidRDefault="00573183" w14:paraId="02EE3F61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Pr="00C45252" w:rsidR="00573183" w:rsidP="006A1396" w:rsidRDefault="00573183" w14:paraId="09021155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Pr="00C45252" w:rsidR="00573183" w:rsidTr="006A1396" w14:paraId="2980A4FF" w14:textId="77777777">
        <w:tc>
          <w:tcPr>
            <w:tcW w:w="1985" w:type="dxa"/>
          </w:tcPr>
          <w:p w:rsidRPr="00C45252" w:rsidR="00573183" w:rsidP="006A1396" w:rsidRDefault="00573183" w14:paraId="01A33A8C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C45252">
              <w:rPr>
                <w:rFonts w:ascii="Corbel" w:hAnsi="Corbel" w:cs="Segoe UI"/>
                <w:b w:val="0"/>
                <w:szCs w:val="24"/>
              </w:rPr>
              <w:lastRenderedPageBreak/>
              <w:t>ek</w:t>
            </w:r>
            <w:proofErr w:type="spellEnd"/>
            <w:r w:rsidRPr="00C45252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C45252" w:rsidR="00573183" w:rsidP="00667F58" w:rsidRDefault="00573183" w14:paraId="6E09C790" w14:textId="7687020B">
            <w:pPr>
              <w:spacing w:after="0" w:line="20" w:lineRule="atLeast"/>
              <w:jc w:val="both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- 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>dyskusja dydaktyczna,</w:t>
            </w:r>
            <w:r w:rsidRPr="00C45252" w:rsidR="009779D0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:rsidRPr="00C45252" w:rsidR="00573183" w:rsidP="006A1396" w:rsidRDefault="00573183" w14:paraId="0839D870" w14:textId="58BD964C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konwersatorium;</w:t>
            </w:r>
          </w:p>
          <w:p w:rsidRPr="00C45252" w:rsidR="00573183" w:rsidP="006A1396" w:rsidRDefault="00573183" w14:paraId="2E31045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Pr="00C45252" w:rsidR="00573183" w:rsidTr="006A1396" w14:paraId="20540195" w14:textId="77777777">
        <w:tc>
          <w:tcPr>
            <w:tcW w:w="1985" w:type="dxa"/>
          </w:tcPr>
          <w:p w:rsidRPr="00C45252" w:rsidR="00573183" w:rsidP="006A1396" w:rsidRDefault="00573183" w14:paraId="47469C3C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45252" w:rsidR="00573183" w:rsidP="006A1396" w:rsidRDefault="00573183" w14:paraId="7AE47C37" w14:textId="77777777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- 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>dyskusja dydaktyczna,</w:t>
            </w:r>
            <w:r w:rsidRPr="00C45252" w:rsidR="009779D0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:rsidRPr="00C45252" w:rsidR="00573183" w:rsidP="006A1396" w:rsidRDefault="00573183" w14:paraId="2A7E42B1" w14:textId="7C3BC2DD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konwersatorium;</w:t>
            </w:r>
          </w:p>
          <w:p w:rsidRPr="00C45252" w:rsidR="00573183" w:rsidP="006A1396" w:rsidRDefault="00573183" w14:paraId="48D14BC1" w14:textId="77777777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Pr="00C45252" w:rsidR="00573183" w:rsidTr="006A1396" w14:paraId="782BFD1F" w14:textId="77777777">
        <w:tc>
          <w:tcPr>
            <w:tcW w:w="1985" w:type="dxa"/>
          </w:tcPr>
          <w:p w:rsidRPr="00C45252" w:rsidR="00573183" w:rsidP="006A1396" w:rsidRDefault="00573183" w14:paraId="51CD7C22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45252" w:rsidR="00573183" w:rsidP="006A1396" w:rsidRDefault="00573183" w14:paraId="531FF75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- 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>dyskusja dydaktyczna,</w:t>
            </w:r>
            <w:r w:rsidRPr="00C45252" w:rsidR="009779D0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Pr="00C45252" w:rsidR="00573183" w:rsidP="006A1396" w:rsidRDefault="00573183" w14:paraId="0C61DB3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:rsidRPr="00C45252" w:rsidR="00573183" w:rsidP="006A1396" w:rsidRDefault="00573183" w14:paraId="2124AA4C" w14:textId="1BAF8FA6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konwersatorium;</w:t>
            </w:r>
          </w:p>
          <w:p w:rsidRPr="00C45252" w:rsidR="00573183" w:rsidP="006A1396" w:rsidRDefault="00573183" w14:paraId="16A5F81C" w14:textId="77777777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Pr="00C45252" w:rsidR="00573183" w:rsidTr="006A1396" w14:paraId="5E8343BE" w14:textId="77777777">
        <w:tc>
          <w:tcPr>
            <w:tcW w:w="1985" w:type="dxa"/>
          </w:tcPr>
          <w:p w:rsidRPr="00C45252" w:rsidR="00573183" w:rsidP="006A1396" w:rsidRDefault="00573183" w14:paraId="4A9A7BE2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C45252" w:rsidR="00573183" w:rsidP="006A1396" w:rsidRDefault="00573183" w14:paraId="238F5D0D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- 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>dyskusja dydaktyczna,</w:t>
            </w:r>
            <w:r w:rsidRPr="00C45252" w:rsidR="009779D0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Pr="00C45252" w:rsidR="00573183" w:rsidP="006A1396" w:rsidRDefault="00573183" w14:paraId="4DF18E4B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:rsidRPr="00C45252" w:rsidR="00573183" w:rsidP="006A1396" w:rsidRDefault="00573183" w14:paraId="46ECB387" w14:textId="3926946B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konwersatorium;</w:t>
            </w:r>
          </w:p>
          <w:p w:rsidRPr="00C45252" w:rsidR="00573183" w:rsidP="006A1396" w:rsidRDefault="00573183" w14:paraId="01B02B8C" w14:textId="77777777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</w:p>
        </w:tc>
      </w:tr>
      <w:tr w:rsidRPr="00C45252" w:rsidR="00573183" w:rsidTr="006A1396" w14:paraId="33ABA83B" w14:textId="77777777">
        <w:tc>
          <w:tcPr>
            <w:tcW w:w="1985" w:type="dxa"/>
          </w:tcPr>
          <w:p w:rsidRPr="00C45252" w:rsidR="00573183" w:rsidP="006A1396" w:rsidRDefault="00573183" w14:paraId="6CCABE78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C45252" w:rsidR="00573183" w:rsidP="006A1396" w:rsidRDefault="00573183" w14:paraId="38F9E865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- 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>dyskusja dydaktyczna,</w:t>
            </w:r>
            <w:r w:rsidRPr="00C45252" w:rsidR="009779D0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 w:rsidR="009779D0">
              <w:rPr>
                <w:rFonts w:ascii="Corbel" w:hAnsi="Corbel" w:eastAsia="Cambria" w:cs="Segoe UI"/>
                <w:sz w:val="24"/>
                <w:szCs w:val="24"/>
              </w:rPr>
              <w:t xml:space="preserve"> 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zaliczenie w formie referatu lub prezentacji multimedialnej, a także </w:t>
            </w:r>
            <w:r w:rsidRPr="00C45252">
              <w:rPr>
                <w:rFonts w:ascii="Corbel" w:hAnsi="Corbel" w:eastAsia="Cambria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Pr="00C45252" w:rsidR="00573183" w:rsidP="006A1396" w:rsidRDefault="00573183" w14:paraId="66554C9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:rsidRPr="00C45252" w:rsidR="00573183" w:rsidP="006A1396" w:rsidRDefault="00573183" w14:paraId="7169591C" w14:textId="1818A0CB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konwersatorium;</w:t>
            </w:r>
          </w:p>
          <w:p w:rsidRPr="00C45252" w:rsidR="00573183" w:rsidP="006A1396" w:rsidRDefault="00573183" w14:paraId="718C6FD8" w14:textId="77777777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</w:p>
        </w:tc>
      </w:tr>
    </w:tbl>
    <w:p w:rsidRPr="00EE69A8" w:rsidR="00A01D3C" w:rsidP="009C54AE" w:rsidRDefault="00A01D3C" w14:paraId="5B61B586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EE69A8" w:rsidR="0085747A" w:rsidP="009C54AE" w:rsidRDefault="003E1941" w14:paraId="4E7DCA91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</w:t>
      </w:r>
      <w:r w:rsidRPr="00EE69A8" w:rsidR="00573183">
        <w:rPr>
          <w:rFonts w:ascii="Corbel" w:hAnsi="Corbel" w:cs="Segoe UI"/>
          <w:smallCaps w:val="0"/>
          <w:szCs w:val="24"/>
        </w:rPr>
        <w:t>.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  <w:r w:rsidRPr="00EE69A8" w:rsidR="0085747A">
        <w:rPr>
          <w:rFonts w:ascii="Corbel" w:hAnsi="Corbel" w:cs="Segoe UI"/>
          <w:smallCaps w:val="0"/>
          <w:szCs w:val="24"/>
        </w:rPr>
        <w:t>Warunki zaliczenia przedmiotu (kryteria oceniania)</w:t>
      </w:r>
    </w:p>
    <w:p w:rsidRPr="00EE69A8" w:rsidR="00923D7D" w:rsidP="009C54AE" w:rsidRDefault="00923D7D" w14:paraId="4AD1044D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45252" w:rsidR="0085747A" w:rsidTr="00923D7D" w14:paraId="52712BD3" w14:textId="77777777">
        <w:tc>
          <w:tcPr>
            <w:tcW w:w="9670" w:type="dxa"/>
          </w:tcPr>
          <w:p w:rsidRPr="00C45252" w:rsidR="00670628" w:rsidP="00670628" w:rsidRDefault="00047760" w14:paraId="7E37785B" w14:textId="04EA07C4">
            <w:pPr>
              <w:spacing w:after="0" w:line="240" w:lineRule="auto"/>
              <w:rPr>
                <w:rFonts w:ascii="Corbel" w:hAnsi="Corbel" w:eastAsia="Cambria" w:cs="Segoe UI"/>
                <w:sz w:val="24"/>
                <w:szCs w:val="24"/>
              </w:rPr>
            </w:pPr>
            <w:r w:rsidRPr="00C45252">
              <w:rPr>
                <w:rFonts w:ascii="Corbel" w:hAnsi="Corbel" w:eastAsia="Cambria" w:cs="Segoe UI"/>
                <w:sz w:val="24"/>
                <w:szCs w:val="24"/>
              </w:rPr>
              <w:t>Z</w:t>
            </w:r>
            <w:r w:rsidRPr="00C45252" w:rsidR="00670628">
              <w:rPr>
                <w:rFonts w:ascii="Corbel" w:hAnsi="Corbel" w:eastAsia="Cambria" w:cs="Segoe UI"/>
                <w:sz w:val="24"/>
                <w:szCs w:val="24"/>
              </w:rPr>
              <w:t>aliczeni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>e</w:t>
            </w:r>
            <w:r w:rsidRPr="00C45252" w:rsidR="00670628">
              <w:rPr>
                <w:rFonts w:ascii="Corbel" w:hAnsi="Corbel" w:eastAsia="Cambria" w:cs="Segoe UI"/>
                <w:sz w:val="24"/>
                <w:szCs w:val="24"/>
              </w:rPr>
              <w:t xml:space="preserve"> z oceną w formie przygotowanego referatu lub prezentacji multimedialnej oraz</w:t>
            </w:r>
            <w:r w:rsidRPr="00C45252">
              <w:rPr>
                <w:rFonts w:ascii="Corbel" w:hAnsi="Corbel" w:eastAsia="Cambria" w:cs="Segoe UI"/>
                <w:sz w:val="24"/>
                <w:szCs w:val="24"/>
              </w:rPr>
              <w:t xml:space="preserve"> kolokwium w formie testu</w:t>
            </w:r>
            <w:r w:rsidRPr="00C45252" w:rsidR="00670628">
              <w:rPr>
                <w:rFonts w:ascii="Corbel" w:hAnsi="Corbel" w:eastAsia="Cambria" w:cs="Segoe UI"/>
                <w:sz w:val="24"/>
                <w:szCs w:val="24"/>
              </w:rPr>
              <w:t xml:space="preserve"> z odpowiedziami wielokrotnego wyboru – uzyskanie od 20% punktów przy wysokim stopniu szczegółowości testu, od 35% punktów przy średnim stopniu szczegółowości oraz 55% przy niskim stopniu szczegółowości;</w:t>
            </w:r>
          </w:p>
          <w:p w:rsidRPr="00C45252" w:rsidR="00923D7D" w:rsidP="00670628" w:rsidRDefault="00C45252" w14:paraId="311133FE" w14:textId="2C231D93">
            <w:pPr>
              <w:pStyle w:val="Punktygwne"/>
              <w:spacing w:before="0" w:after="0"/>
              <w:rPr>
                <w:rFonts w:ascii="Corbel" w:hAnsi="Corbel" w:eastAsia="Cambria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eastAsia="Cambria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:rsidRPr="00C45252" w:rsidR="0085747A" w:rsidP="009C54AE" w:rsidRDefault="00C45252" w14:paraId="7C0477B4" w14:textId="1494AB74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hAnsi="Corbel" w:eastAsia="Cambria" w:cs="Segoe UI"/>
                <w:b w:val="0"/>
                <w:bCs/>
                <w:smallCaps w:val="0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:rsidRPr="00EE69A8" w:rsidR="00670628" w:rsidP="009C54AE" w:rsidRDefault="00670628" w14:paraId="5AAB2C2C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EE69A8" w:rsidR="009F4610" w:rsidP="009C54AE" w:rsidRDefault="0085747A" w14:paraId="73CA6AC0" w14:textId="77777777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</w:t>
      </w:r>
      <w:r w:rsidRPr="00EE69A8" w:rsidR="00C61DC5">
        <w:rPr>
          <w:rFonts w:ascii="Corbel" w:hAnsi="Corbel" w:cs="Segoe U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E69A8" w:rsidR="0085747A" w:rsidP="009C54AE" w:rsidRDefault="0085747A" w14:paraId="376E2EA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9A8" w:rsidR="0085747A" w:rsidTr="003E1941" w14:paraId="652BC8B8" w14:textId="77777777">
        <w:tc>
          <w:tcPr>
            <w:tcW w:w="4962" w:type="dxa"/>
            <w:vAlign w:val="center"/>
          </w:tcPr>
          <w:p w:rsidRPr="00EE69A8" w:rsidR="0085747A" w:rsidP="009C54AE" w:rsidRDefault="00C61DC5" w14:paraId="18FF99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</w:t>
            </w:r>
            <w:r w:rsidRPr="00EE69A8" w:rsidR="0085747A">
              <w:rPr>
                <w:rFonts w:ascii="Corbel" w:hAnsi="Corbel" w:cs="Segoe UI"/>
                <w:b/>
                <w:sz w:val="24"/>
                <w:szCs w:val="24"/>
              </w:rPr>
              <w:t>ktywnoś</w:t>
            </w:r>
            <w:r w:rsidRPr="00EE69A8">
              <w:rPr>
                <w:rFonts w:ascii="Corbel" w:hAnsi="Corbel" w:cs="Segoe U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E69A8" w:rsidR="0085747A" w:rsidP="009C54AE" w:rsidRDefault="00C61DC5" w14:paraId="20A140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</w:t>
            </w:r>
            <w:r w:rsidRPr="00EE69A8" w:rsidR="0085747A">
              <w:rPr>
                <w:rFonts w:ascii="Corbel" w:hAnsi="Corbel" w:cs="Segoe UI"/>
                <w:b/>
                <w:sz w:val="24"/>
                <w:szCs w:val="24"/>
              </w:rPr>
              <w:t>iczba godzin</w:t>
            </w:r>
            <w:r w:rsidRPr="00EE69A8">
              <w:rPr>
                <w:rFonts w:ascii="Corbel" w:hAnsi="Corbel" w:cs="Segoe UI"/>
                <w:b/>
                <w:sz w:val="24"/>
                <w:szCs w:val="24"/>
              </w:rPr>
              <w:t>na zrealizowanie aktywności</w:t>
            </w:r>
          </w:p>
        </w:tc>
      </w:tr>
      <w:tr w:rsidRPr="00EE69A8" w:rsidR="0085747A" w:rsidTr="00923D7D" w14:paraId="48D2DDC6" w14:textId="77777777">
        <w:tc>
          <w:tcPr>
            <w:tcW w:w="4962" w:type="dxa"/>
          </w:tcPr>
          <w:p w:rsidRPr="00EE69A8" w:rsidR="0085747A" w:rsidP="009C54AE" w:rsidRDefault="00C61DC5" w14:paraId="5BC02E6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</w:t>
            </w:r>
            <w:r w:rsidRPr="00EE69A8" w:rsidR="0085747A">
              <w:rPr>
                <w:rFonts w:ascii="Corbel" w:hAnsi="Corbel" w:cs="Segoe UI"/>
                <w:sz w:val="24"/>
                <w:szCs w:val="24"/>
              </w:rPr>
              <w:t xml:space="preserve">odziny </w:t>
            </w:r>
            <w:r w:rsidRPr="00EE69A8">
              <w:rPr>
                <w:rFonts w:ascii="Corbel" w:hAnsi="Corbel" w:cs="Segoe UI"/>
                <w:sz w:val="24"/>
                <w:szCs w:val="24"/>
              </w:rPr>
              <w:t>kontaktowe</w:t>
            </w:r>
            <w:r w:rsidRPr="00EE69A8" w:rsidR="0085747A">
              <w:rPr>
                <w:rFonts w:ascii="Corbel" w:hAnsi="Corbel" w:cs="Segoe UI"/>
                <w:sz w:val="24"/>
                <w:szCs w:val="24"/>
              </w:rPr>
              <w:t xml:space="preserve"> w</w:t>
            </w:r>
            <w:r w:rsidRPr="00EE69A8">
              <w:rPr>
                <w:rFonts w:ascii="Corbel" w:hAnsi="Corbel" w:cs="Segoe UI"/>
                <w:sz w:val="24"/>
                <w:szCs w:val="24"/>
              </w:rPr>
              <w:t>ynikające</w:t>
            </w:r>
            <w:r w:rsidRPr="00EE69A8" w:rsidR="003F205D">
              <w:rPr>
                <w:rFonts w:ascii="Corbel" w:hAnsi="Corbel" w:cs="Segoe UI"/>
                <w:sz w:val="24"/>
                <w:szCs w:val="24"/>
              </w:rPr>
              <w:t xml:space="preserve"> z </w:t>
            </w:r>
            <w:r w:rsidRPr="00EE69A8" w:rsidR="000A3CDF">
              <w:rPr>
                <w:rFonts w:ascii="Corbel" w:hAnsi="Corbel" w:cs="Segoe UI"/>
                <w:sz w:val="24"/>
                <w:szCs w:val="24"/>
              </w:rPr>
              <w:t xml:space="preserve">harmonogramu </w:t>
            </w:r>
            <w:r w:rsidRPr="00EE69A8">
              <w:rPr>
                <w:rFonts w:ascii="Corbel" w:hAnsi="Corbel" w:cs="Segoe U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E69A8" w:rsidR="0085747A" w:rsidP="0032426D" w:rsidRDefault="006437D9" w14:paraId="76C042E2" w14:textId="22969C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Pr="00EE69A8" w:rsidR="00C61DC5" w:rsidTr="00923D7D" w14:paraId="70744D30" w14:textId="77777777">
        <w:tc>
          <w:tcPr>
            <w:tcW w:w="4962" w:type="dxa"/>
          </w:tcPr>
          <w:p w:rsidRPr="009C54AE" w:rsidR="00EA3485" w:rsidP="00EA3485" w:rsidRDefault="00EA3485" w14:paraId="251F39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E69A8" w:rsidR="00C61DC5" w:rsidP="00EA3485" w:rsidRDefault="00EA3485" w14:paraId="5C5543ED" w14:textId="39E89481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9A8" w:rsidR="00A01D3C" w:rsidP="00A01D3C" w:rsidRDefault="00EA3485" w14:paraId="399A5324" w14:textId="634B57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Pr="00EE69A8" w:rsidR="00C61DC5" w:rsidTr="00923D7D" w14:paraId="592FEBEF" w14:textId="77777777">
        <w:tc>
          <w:tcPr>
            <w:tcW w:w="4962" w:type="dxa"/>
          </w:tcPr>
          <w:p w:rsidRPr="009C54AE" w:rsidR="00EA3485" w:rsidP="00EA3485" w:rsidRDefault="00EA3485" w14:paraId="7BFAFF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E69A8" w:rsidR="0032426D" w:rsidP="00EA3485" w:rsidRDefault="00EA3485" w14:paraId="3C646E47" w14:textId="673492F8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9A8" w:rsidR="0032426D" w:rsidP="00A01D3C" w:rsidRDefault="006437D9" w14:paraId="553B260F" w14:textId="6A1CF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30</w:t>
            </w:r>
            <w:bookmarkStart w:name="_GoBack" w:id="0"/>
            <w:bookmarkEnd w:id="0"/>
          </w:p>
        </w:tc>
      </w:tr>
      <w:tr w:rsidRPr="00EE69A8" w:rsidR="0085747A" w:rsidTr="00923D7D" w14:paraId="6747FC9D" w14:textId="77777777">
        <w:tc>
          <w:tcPr>
            <w:tcW w:w="4962" w:type="dxa"/>
          </w:tcPr>
          <w:p w:rsidRPr="00EE69A8" w:rsidR="0085747A" w:rsidP="009C54AE" w:rsidRDefault="0085747A" w14:paraId="1E7B0B8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9A8" w:rsidR="0085747A" w:rsidP="00A01D3C" w:rsidRDefault="00EA3485" w14:paraId="71766D32" w14:textId="160EF0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Pr="00EE69A8" w:rsidR="0085747A" w:rsidTr="00923D7D" w14:paraId="1A721BD5" w14:textId="77777777">
        <w:tc>
          <w:tcPr>
            <w:tcW w:w="4962" w:type="dxa"/>
          </w:tcPr>
          <w:p w:rsidRPr="00EE69A8" w:rsidR="0085747A" w:rsidP="009C54AE" w:rsidRDefault="0085747A" w14:paraId="4FB3112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9A8" w:rsidR="0085747A" w:rsidP="00A01D3C" w:rsidRDefault="00A01D3C" w14:paraId="23A56075" w14:textId="562B98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Pr="00EE69A8" w:rsidR="0085747A" w:rsidP="009C54AE" w:rsidRDefault="00923D7D" w14:paraId="26A27E1E" w14:textId="36122142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</w:t>
      </w:r>
      <w:r w:rsidRPr="00EE69A8" w:rsidR="00C61DC5">
        <w:rPr>
          <w:rFonts w:ascii="Corbel" w:hAnsi="Corbel" w:cs="Segoe UI"/>
          <w:b w:val="0"/>
          <w:i/>
          <w:smallCaps w:val="0"/>
          <w:szCs w:val="24"/>
        </w:rPr>
        <w:t xml:space="preserve">Należy uwzględnić, że 1 pkt ECTS odpowiada </w:t>
      </w:r>
      <w:r w:rsidR="00A071BD"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 w:rsidR="00C61DC5">
        <w:rPr>
          <w:rFonts w:ascii="Corbel" w:hAnsi="Corbel" w:cs="Segoe UI"/>
          <w:b w:val="0"/>
          <w:i/>
          <w:smallCaps w:val="0"/>
          <w:szCs w:val="24"/>
        </w:rPr>
        <w:t>30 godzin</w:t>
      </w:r>
      <w:r w:rsidRPr="00EE69A8" w:rsidR="0032426D">
        <w:rPr>
          <w:rFonts w:ascii="Corbel" w:hAnsi="Corbel" w:cs="Segoe UI"/>
          <w:b w:val="0"/>
          <w:i/>
          <w:smallCaps w:val="0"/>
          <w:szCs w:val="24"/>
        </w:rPr>
        <w:t>om</w:t>
      </w:r>
      <w:r w:rsidRPr="00EE69A8" w:rsidR="00C61DC5">
        <w:rPr>
          <w:rFonts w:ascii="Corbel" w:hAnsi="Corbel" w:cs="Segoe UI"/>
          <w:b w:val="0"/>
          <w:i/>
          <w:smallCaps w:val="0"/>
          <w:szCs w:val="24"/>
        </w:rPr>
        <w:t xml:space="preserve"> całkowitego nakładu pracy studenta.</w:t>
      </w:r>
    </w:p>
    <w:p w:rsidRPr="00EE69A8" w:rsidR="003E1941" w:rsidP="009C54AE" w:rsidRDefault="003E1941" w14:paraId="42CD002B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EE69A8" w:rsidR="0085747A" w:rsidP="009C54AE" w:rsidRDefault="0071620A" w14:paraId="4D8C3F19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6. </w:t>
      </w:r>
      <w:r w:rsidRPr="00EE69A8" w:rsidR="0085747A">
        <w:rPr>
          <w:rFonts w:ascii="Corbel" w:hAnsi="Corbel" w:cs="Segoe UI"/>
          <w:smallCaps w:val="0"/>
          <w:szCs w:val="24"/>
        </w:rPr>
        <w:t>PRAKTYKI ZAWO</w:t>
      </w:r>
      <w:r w:rsidRPr="00EE69A8" w:rsidR="009D3F3B">
        <w:rPr>
          <w:rFonts w:ascii="Corbel" w:hAnsi="Corbel" w:cs="Segoe UI"/>
          <w:smallCaps w:val="0"/>
          <w:szCs w:val="24"/>
        </w:rPr>
        <w:t>DOWE W RAMACH PRZEDMIOTU</w:t>
      </w:r>
    </w:p>
    <w:p w:rsidRPr="00EE69A8" w:rsidR="0085747A" w:rsidP="009C54AE" w:rsidRDefault="0085747A" w14:paraId="185D74E1" w14:textId="77777777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Pr="00EE69A8" w:rsidR="0085747A" w:rsidTr="00670628" w14:paraId="564F9426" w14:textId="77777777">
        <w:trPr>
          <w:trHeight w:val="397"/>
        </w:trPr>
        <w:tc>
          <w:tcPr>
            <w:tcW w:w="3544" w:type="dxa"/>
          </w:tcPr>
          <w:p w:rsidRPr="00EE69A8" w:rsidR="0085747A" w:rsidP="009C54AE" w:rsidRDefault="0085747A" w14:paraId="5459AA90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Pr="00EE69A8" w:rsidR="0085747A" w:rsidP="00C27D37" w:rsidRDefault="00C27D37" w14:paraId="0EF13374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EE69A8" w:rsidR="0085747A" w:rsidTr="00670628" w14:paraId="41A153C6" w14:textId="77777777">
        <w:trPr>
          <w:trHeight w:val="397"/>
        </w:trPr>
        <w:tc>
          <w:tcPr>
            <w:tcW w:w="3544" w:type="dxa"/>
          </w:tcPr>
          <w:p w:rsidRPr="00EE69A8" w:rsidR="0085747A" w:rsidP="009C54AE" w:rsidRDefault="0085747A" w14:paraId="45F359AF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Pr="00EE69A8" w:rsidR="0085747A" w:rsidP="00C27D37" w:rsidRDefault="00C27D37" w14:paraId="23C46D49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:rsidRPr="00EE69A8" w:rsidR="003E1941" w:rsidP="009C54AE" w:rsidRDefault="003E1941" w14:paraId="6517ACFE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Pr="00EE69A8" w:rsidR="00573183" w:rsidP="009C54AE" w:rsidRDefault="00573183" w14:paraId="585472D9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Pr="00EE69A8" w:rsidR="0085747A" w:rsidP="009C54AE" w:rsidRDefault="00675843" w14:paraId="3AC6E239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7. </w:t>
      </w:r>
      <w:r w:rsidRPr="00EE69A8" w:rsidR="0085747A">
        <w:rPr>
          <w:rFonts w:ascii="Corbel" w:hAnsi="Corbel" w:cs="Segoe UI"/>
          <w:smallCaps w:val="0"/>
          <w:szCs w:val="24"/>
        </w:rPr>
        <w:t>LITERATURA</w:t>
      </w:r>
    </w:p>
    <w:p w:rsidRPr="00EE69A8" w:rsidR="00675843" w:rsidP="009C54AE" w:rsidRDefault="00675843" w14:paraId="7AE1740E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80"/>
      </w:tblGrid>
      <w:tr w:rsidRPr="00EE69A8" w:rsidR="0085747A" w:rsidTr="00670628" w14:paraId="16EF7D91" w14:textId="77777777">
        <w:trPr>
          <w:trHeight w:val="397"/>
        </w:trPr>
        <w:tc>
          <w:tcPr>
            <w:tcW w:w="8080" w:type="dxa"/>
          </w:tcPr>
          <w:p w:rsidRPr="00EE69A8" w:rsidR="0085747A" w:rsidP="009C54AE" w:rsidRDefault="0085747A" w14:paraId="362E24A3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Literatura podstawowa:</w:t>
            </w:r>
          </w:p>
          <w:p w:rsidRPr="00360264" w:rsidR="007E75EC" w:rsidP="00360264" w:rsidRDefault="007E75EC" w14:paraId="2B5B55AF" w14:textId="7777777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</w:t>
            </w:r>
            <w:r w:rsidRPr="00360264">
              <w:rPr>
                <w:rFonts w:ascii="Corbel" w:hAnsi="Corbel" w:cs="Segoe UI"/>
                <w:sz w:val="24"/>
                <w:szCs w:val="24"/>
              </w:rPr>
              <w:t>T.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:rsidRPr="00360264" w:rsidR="007E75EC" w:rsidP="00360264" w:rsidRDefault="007E75EC" w14:paraId="69F2EFEA" w14:textId="7777777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red. W.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Kitler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, K. Chałubińska-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Jentkiewicz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 xml:space="preserve">, K.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Badźmirowska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-Masłowska, Warszawa 2018.</w:t>
            </w:r>
          </w:p>
          <w:p w:rsidRPr="00360264" w:rsidR="00A01D3C" w:rsidP="00951957" w:rsidRDefault="007E75EC" w14:paraId="11F59F5D" w14:textId="27EADFF1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Ustawa z dnia 5 lipca 2018 r. o krajowym systemie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Dz.U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. z 2020 r. poz. 1369).</w:t>
            </w:r>
          </w:p>
        </w:tc>
      </w:tr>
      <w:tr w:rsidRPr="00EE69A8" w:rsidR="0085747A" w:rsidTr="00670628" w14:paraId="490F9A1E" w14:textId="77777777">
        <w:trPr>
          <w:trHeight w:val="397"/>
        </w:trPr>
        <w:tc>
          <w:tcPr>
            <w:tcW w:w="8080" w:type="dxa"/>
          </w:tcPr>
          <w:p w:rsidRPr="00EE69A8" w:rsidR="0085747A" w:rsidP="009C54AE" w:rsidRDefault="0085747A" w14:paraId="7CB0E1CA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Literatura uzupełniająca: </w:t>
            </w:r>
          </w:p>
          <w:p w:rsidR="00E631AB" w:rsidP="00951957" w:rsidRDefault="00E631AB" w14:paraId="50CEC528" w14:textId="7777777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Aumasson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:rsidR="00E631AB" w:rsidP="00951957" w:rsidRDefault="00E631AB" w14:paraId="2628D684" w14:textId="77777777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:rsidR="00E631AB" w:rsidP="00951957" w:rsidRDefault="00E631AB" w14:paraId="6AA6EC6E" w14:textId="07BA5C20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w:history="1" r:id="rId8">
              <w:r w:rsidRPr="00207454">
                <w:rPr>
                  <w:rStyle w:val="Hipercze"/>
                  <w:rFonts w:ascii="Corbel" w:hAnsi="Corbel" w:cs="Segoe UI"/>
                  <w:color w:val="auto"/>
                  <w:sz w:val="24"/>
                  <w:szCs w:val="24"/>
                  <w:u w:val="none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:rsidR="00E631AB" w:rsidP="00951957" w:rsidRDefault="00E631AB" w14:paraId="4FC4D6A5" w14:textId="20C91EC4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Strategia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:rsidRPr="00951957" w:rsidR="001076C9" w:rsidP="00951957" w:rsidRDefault="00207454" w14:paraId="01D1C5A0" w14:textId="4D6B5B12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Sztuczna inteligencja,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block-chain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951957" w:rsidR="001076C9">
              <w:rPr>
                <w:rFonts w:ascii="Corbel" w:hAnsi="Corbel" w:cs="Segoe UI"/>
                <w:sz w:val="24"/>
                <w:szCs w:val="24"/>
              </w:rPr>
              <w:t>red. K. Flaga-</w:t>
            </w:r>
            <w:proofErr w:type="spellStart"/>
            <w:r w:rsidRPr="00951957" w:rsidR="001076C9">
              <w:rPr>
                <w:rFonts w:ascii="Corbel" w:hAnsi="Corbel" w:cs="Segoe UI"/>
                <w:sz w:val="24"/>
                <w:szCs w:val="24"/>
              </w:rPr>
              <w:t>Gieruszyńska</w:t>
            </w:r>
            <w:proofErr w:type="spellEnd"/>
            <w:r w:rsidRPr="00951957" w:rsidR="001076C9">
              <w:rPr>
                <w:rFonts w:ascii="Corbel" w:hAnsi="Corbel" w:cs="Segoe UI"/>
                <w:sz w:val="24"/>
                <w:szCs w:val="24"/>
              </w:rPr>
              <w:t xml:space="preserve">, J. </w:t>
            </w:r>
            <w:proofErr w:type="spellStart"/>
            <w:r w:rsidRPr="00951957" w:rsidR="001076C9">
              <w:rPr>
                <w:rFonts w:ascii="Corbel" w:hAnsi="Corbel" w:cs="Segoe UI"/>
                <w:sz w:val="24"/>
                <w:szCs w:val="24"/>
              </w:rPr>
              <w:t>Gołaczyński</w:t>
            </w:r>
            <w:proofErr w:type="spellEnd"/>
            <w:r w:rsidRPr="00951957" w:rsidR="001076C9">
              <w:rPr>
                <w:rFonts w:ascii="Corbel" w:hAnsi="Corbel" w:cs="Segoe UI"/>
                <w:sz w:val="24"/>
                <w:szCs w:val="24"/>
              </w:rPr>
              <w:t>, D.  Szostek, Warszawa 2019.</w:t>
            </w:r>
          </w:p>
          <w:p w:rsidRPr="00EE69A8" w:rsidR="00A01D3C" w:rsidP="00E631AB" w:rsidRDefault="001076C9" w14:paraId="108B3F7F" w14:textId="719817D0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Zetter</w:t>
            </w:r>
            <w:proofErr w:type="spellEnd"/>
            <w:r w:rsidRPr="00951957" w:rsidR="00207454"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 w:rsidR="00207454">
              <w:rPr>
                <w:rFonts w:ascii="Corbel" w:hAnsi="Corbel" w:cs="Segoe UI"/>
                <w:sz w:val="24"/>
                <w:szCs w:val="24"/>
              </w:rPr>
              <w:t>K.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Stuxnet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:rsidRPr="00EE69A8" w:rsidR="0085747A" w:rsidP="009C54AE" w:rsidRDefault="0085747A" w14:paraId="76984677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EE69A8" w:rsidR="00573183" w:rsidP="009C54AE" w:rsidRDefault="00573183" w14:paraId="5B565D9A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EE69A8" w:rsidR="0085747A" w:rsidP="009C54AE" w:rsidRDefault="0085747A" w14:paraId="1B51D3DC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EE69A8" w:rsidR="0085747A" w:rsidP="00F83B28" w:rsidRDefault="0085747A" w14:paraId="2D395C84" w14:textId="77777777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Pr="00EE69A8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2F" w:rsidP="00C16ABF" w:rsidRDefault="008C4B2F" w14:paraId="74636FA4" w14:textId="77777777">
      <w:pPr>
        <w:spacing w:after="0" w:line="240" w:lineRule="auto"/>
      </w:pPr>
      <w:r>
        <w:separator/>
      </w:r>
    </w:p>
  </w:endnote>
  <w:endnote w:type="continuationSeparator" w:id="0">
    <w:p w:rsidR="008C4B2F" w:rsidP="00C16ABF" w:rsidRDefault="008C4B2F" w14:paraId="27BC77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2F" w:rsidP="00C16ABF" w:rsidRDefault="008C4B2F" w14:paraId="15891EC5" w14:textId="77777777">
      <w:pPr>
        <w:spacing w:after="0" w:line="240" w:lineRule="auto"/>
      </w:pPr>
      <w:r>
        <w:separator/>
      </w:r>
    </w:p>
  </w:footnote>
  <w:footnote w:type="continuationSeparator" w:id="0">
    <w:p w:rsidR="008C4B2F" w:rsidP="00C16ABF" w:rsidRDefault="008C4B2F" w14:paraId="44984FE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5CD5E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24EA2"/>
    <w:multiLevelType w:val="hybridMultilevel"/>
    <w:tmpl w:val="31F614CC"/>
    <w:lvl w:ilvl="0" w:tplc="A684A07C">
      <w:start w:val="1"/>
      <w:numFmt w:val="decimal"/>
      <w:lvlText w:val="%1."/>
      <w:lvlJc w:val="left"/>
      <w:pPr>
        <w:ind w:left="720" w:hanging="360"/>
      </w:pPr>
      <w:rPr>
        <w:rFonts w:hint="default" w:ascii="Segoe UI" w:hAnsi="Segoe UI" w:cs="Segoe UI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D0131"/>
    <w:multiLevelType w:val="hybridMultilevel"/>
    <w:tmpl w:val="DAE64676"/>
    <w:lvl w:ilvl="0" w:tplc="A08A76FA">
      <w:start w:val="1"/>
      <w:numFmt w:val="decimal"/>
      <w:lvlText w:val="%1."/>
      <w:lvlJc w:val="left"/>
      <w:pPr>
        <w:ind w:left="720" w:hanging="360"/>
      </w:pPr>
      <w:rPr>
        <w:rFonts w:hint="default" w:ascii="Segoe UI" w:hAnsi="Segoe UI" w:cs="Segoe UI"/>
        <w:b w:val="0"/>
        <w:bCs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CD1"/>
    <w:rsid w:val="00004785"/>
    <w:rsid w:val="000048FD"/>
    <w:rsid w:val="000077B4"/>
    <w:rsid w:val="00015B8F"/>
    <w:rsid w:val="00022ECE"/>
    <w:rsid w:val="000369B9"/>
    <w:rsid w:val="00042A51"/>
    <w:rsid w:val="00042D2E"/>
    <w:rsid w:val="00044C82"/>
    <w:rsid w:val="00047760"/>
    <w:rsid w:val="0005368F"/>
    <w:rsid w:val="00056B65"/>
    <w:rsid w:val="00064414"/>
    <w:rsid w:val="00070ED6"/>
    <w:rsid w:val="000742DC"/>
    <w:rsid w:val="00084C12"/>
    <w:rsid w:val="0009462C"/>
    <w:rsid w:val="00094B12"/>
    <w:rsid w:val="00096C46"/>
    <w:rsid w:val="000A100D"/>
    <w:rsid w:val="000A1975"/>
    <w:rsid w:val="000A296F"/>
    <w:rsid w:val="000A2A28"/>
    <w:rsid w:val="000A3CDF"/>
    <w:rsid w:val="000B192D"/>
    <w:rsid w:val="000B28EE"/>
    <w:rsid w:val="000B3C26"/>
    <w:rsid w:val="000B3E37"/>
    <w:rsid w:val="000D04B0"/>
    <w:rsid w:val="000F1C57"/>
    <w:rsid w:val="000F5615"/>
    <w:rsid w:val="001076C9"/>
    <w:rsid w:val="00115367"/>
    <w:rsid w:val="001154ED"/>
    <w:rsid w:val="00116436"/>
    <w:rsid w:val="00124BFF"/>
    <w:rsid w:val="0012560E"/>
    <w:rsid w:val="00127108"/>
    <w:rsid w:val="00134B13"/>
    <w:rsid w:val="001350AF"/>
    <w:rsid w:val="00146BC0"/>
    <w:rsid w:val="00153C41"/>
    <w:rsid w:val="00154381"/>
    <w:rsid w:val="001640A7"/>
    <w:rsid w:val="00164FA7"/>
    <w:rsid w:val="00166A03"/>
    <w:rsid w:val="001718A7"/>
    <w:rsid w:val="001737CF"/>
    <w:rsid w:val="001742E1"/>
    <w:rsid w:val="00176083"/>
    <w:rsid w:val="00192F37"/>
    <w:rsid w:val="001A70D2"/>
    <w:rsid w:val="001D2629"/>
    <w:rsid w:val="001D657B"/>
    <w:rsid w:val="001D7B54"/>
    <w:rsid w:val="001E0209"/>
    <w:rsid w:val="001E667B"/>
    <w:rsid w:val="001F2CA2"/>
    <w:rsid w:val="00204355"/>
    <w:rsid w:val="00207454"/>
    <w:rsid w:val="002144C0"/>
    <w:rsid w:val="0022477D"/>
    <w:rsid w:val="002278A9"/>
    <w:rsid w:val="002301A7"/>
    <w:rsid w:val="00232C4B"/>
    <w:rsid w:val="002336F9"/>
    <w:rsid w:val="0024028F"/>
    <w:rsid w:val="0024190C"/>
    <w:rsid w:val="00244ABC"/>
    <w:rsid w:val="00281FF2"/>
    <w:rsid w:val="002857DE"/>
    <w:rsid w:val="00291567"/>
    <w:rsid w:val="002950CE"/>
    <w:rsid w:val="002A22BF"/>
    <w:rsid w:val="002A2389"/>
    <w:rsid w:val="002A671D"/>
    <w:rsid w:val="002B4D55"/>
    <w:rsid w:val="002B5931"/>
    <w:rsid w:val="002B5EA0"/>
    <w:rsid w:val="002B6119"/>
    <w:rsid w:val="002C1F06"/>
    <w:rsid w:val="002D3375"/>
    <w:rsid w:val="002D73D4"/>
    <w:rsid w:val="002F02A3"/>
    <w:rsid w:val="002F0D47"/>
    <w:rsid w:val="002F4ABE"/>
    <w:rsid w:val="002F56D0"/>
    <w:rsid w:val="003018BA"/>
    <w:rsid w:val="0030395F"/>
    <w:rsid w:val="00305C92"/>
    <w:rsid w:val="00312C4B"/>
    <w:rsid w:val="003151C5"/>
    <w:rsid w:val="00322D6A"/>
    <w:rsid w:val="0032426D"/>
    <w:rsid w:val="003343CF"/>
    <w:rsid w:val="00346FE9"/>
    <w:rsid w:val="0034759A"/>
    <w:rsid w:val="003503F6"/>
    <w:rsid w:val="003530DD"/>
    <w:rsid w:val="00360264"/>
    <w:rsid w:val="00363F78"/>
    <w:rsid w:val="003648CC"/>
    <w:rsid w:val="003A0A5B"/>
    <w:rsid w:val="003A1176"/>
    <w:rsid w:val="003A51A5"/>
    <w:rsid w:val="003C0BAE"/>
    <w:rsid w:val="003D18A9"/>
    <w:rsid w:val="003D6CE2"/>
    <w:rsid w:val="003E1941"/>
    <w:rsid w:val="003E2FE6"/>
    <w:rsid w:val="003E49D5"/>
    <w:rsid w:val="003F205D"/>
    <w:rsid w:val="003F38C0"/>
    <w:rsid w:val="003F5388"/>
    <w:rsid w:val="004066BF"/>
    <w:rsid w:val="00407734"/>
    <w:rsid w:val="00414E3C"/>
    <w:rsid w:val="0041788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4C"/>
    <w:rsid w:val="004A3EEA"/>
    <w:rsid w:val="004A4D1F"/>
    <w:rsid w:val="004A4D98"/>
    <w:rsid w:val="004B4A4D"/>
    <w:rsid w:val="004D5282"/>
    <w:rsid w:val="004F1551"/>
    <w:rsid w:val="004F55A3"/>
    <w:rsid w:val="0050496F"/>
    <w:rsid w:val="005052C4"/>
    <w:rsid w:val="00513B6F"/>
    <w:rsid w:val="005178F4"/>
    <w:rsid w:val="00517C63"/>
    <w:rsid w:val="00521AE1"/>
    <w:rsid w:val="005363C4"/>
    <w:rsid w:val="00536BDE"/>
    <w:rsid w:val="00543ACC"/>
    <w:rsid w:val="0056696D"/>
    <w:rsid w:val="00573183"/>
    <w:rsid w:val="00585796"/>
    <w:rsid w:val="0059484D"/>
    <w:rsid w:val="005A0855"/>
    <w:rsid w:val="005A3196"/>
    <w:rsid w:val="005B0A4C"/>
    <w:rsid w:val="005B27FB"/>
    <w:rsid w:val="005C080F"/>
    <w:rsid w:val="005C55E5"/>
    <w:rsid w:val="005C696A"/>
    <w:rsid w:val="005D0D97"/>
    <w:rsid w:val="005E6E85"/>
    <w:rsid w:val="005F31D2"/>
    <w:rsid w:val="0061029B"/>
    <w:rsid w:val="00617230"/>
    <w:rsid w:val="00621CE1"/>
    <w:rsid w:val="0062667D"/>
    <w:rsid w:val="00627FC9"/>
    <w:rsid w:val="006437D9"/>
    <w:rsid w:val="00647FA8"/>
    <w:rsid w:val="00650C5F"/>
    <w:rsid w:val="00654934"/>
    <w:rsid w:val="006620D9"/>
    <w:rsid w:val="00667F58"/>
    <w:rsid w:val="00670628"/>
    <w:rsid w:val="00671958"/>
    <w:rsid w:val="00675843"/>
    <w:rsid w:val="00696477"/>
    <w:rsid w:val="006C2192"/>
    <w:rsid w:val="006D050F"/>
    <w:rsid w:val="006D6139"/>
    <w:rsid w:val="006D6D09"/>
    <w:rsid w:val="006E5D65"/>
    <w:rsid w:val="006E7429"/>
    <w:rsid w:val="006F1282"/>
    <w:rsid w:val="006F1FBC"/>
    <w:rsid w:val="006F31E2"/>
    <w:rsid w:val="00706544"/>
    <w:rsid w:val="007072BA"/>
    <w:rsid w:val="0071620A"/>
    <w:rsid w:val="007176DC"/>
    <w:rsid w:val="00724677"/>
    <w:rsid w:val="00725459"/>
    <w:rsid w:val="00731A6A"/>
    <w:rsid w:val="007327BD"/>
    <w:rsid w:val="00734608"/>
    <w:rsid w:val="00745302"/>
    <w:rsid w:val="007461D6"/>
    <w:rsid w:val="00746EC8"/>
    <w:rsid w:val="007569C4"/>
    <w:rsid w:val="00763BF1"/>
    <w:rsid w:val="00766FD4"/>
    <w:rsid w:val="0078168C"/>
    <w:rsid w:val="00787C2A"/>
    <w:rsid w:val="00790E27"/>
    <w:rsid w:val="00797E53"/>
    <w:rsid w:val="007A4022"/>
    <w:rsid w:val="007A6E6E"/>
    <w:rsid w:val="007C3299"/>
    <w:rsid w:val="007C3BCC"/>
    <w:rsid w:val="007C4546"/>
    <w:rsid w:val="007D2321"/>
    <w:rsid w:val="007D6E56"/>
    <w:rsid w:val="007E75EC"/>
    <w:rsid w:val="007F4155"/>
    <w:rsid w:val="0081554D"/>
    <w:rsid w:val="0081707E"/>
    <w:rsid w:val="0082785C"/>
    <w:rsid w:val="00832A9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B2F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BBE"/>
    <w:rsid w:val="00925B67"/>
    <w:rsid w:val="009508DF"/>
    <w:rsid w:val="00950DAC"/>
    <w:rsid w:val="00951957"/>
    <w:rsid w:val="00954A07"/>
    <w:rsid w:val="009779D0"/>
    <w:rsid w:val="00997F14"/>
    <w:rsid w:val="009A78D9"/>
    <w:rsid w:val="009A7B3E"/>
    <w:rsid w:val="009B001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673"/>
    <w:rsid w:val="00A01D3C"/>
    <w:rsid w:val="00A071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DF"/>
    <w:rsid w:val="00A829DA"/>
    <w:rsid w:val="00A84C85"/>
    <w:rsid w:val="00A97DE1"/>
    <w:rsid w:val="00AA60F8"/>
    <w:rsid w:val="00AB053C"/>
    <w:rsid w:val="00AC2820"/>
    <w:rsid w:val="00AD1146"/>
    <w:rsid w:val="00AD27D3"/>
    <w:rsid w:val="00AD66D6"/>
    <w:rsid w:val="00AE1160"/>
    <w:rsid w:val="00AE203C"/>
    <w:rsid w:val="00AE2E74"/>
    <w:rsid w:val="00AE4F38"/>
    <w:rsid w:val="00AE5FCB"/>
    <w:rsid w:val="00AF2C1E"/>
    <w:rsid w:val="00B06142"/>
    <w:rsid w:val="00B135B1"/>
    <w:rsid w:val="00B3130B"/>
    <w:rsid w:val="00B40ADB"/>
    <w:rsid w:val="00B43B77"/>
    <w:rsid w:val="00B43E80"/>
    <w:rsid w:val="00B575B7"/>
    <w:rsid w:val="00B607DB"/>
    <w:rsid w:val="00B66529"/>
    <w:rsid w:val="00B75946"/>
    <w:rsid w:val="00B8056E"/>
    <w:rsid w:val="00B819C8"/>
    <w:rsid w:val="00B82308"/>
    <w:rsid w:val="00B90885"/>
    <w:rsid w:val="00BB1DF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37"/>
    <w:rsid w:val="00C324C1"/>
    <w:rsid w:val="00C36992"/>
    <w:rsid w:val="00C45252"/>
    <w:rsid w:val="00C56036"/>
    <w:rsid w:val="00C61DC5"/>
    <w:rsid w:val="00C6748C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1A5"/>
    <w:rsid w:val="00D26B2C"/>
    <w:rsid w:val="00D352C9"/>
    <w:rsid w:val="00D425B2"/>
    <w:rsid w:val="00D428D6"/>
    <w:rsid w:val="00D552B2"/>
    <w:rsid w:val="00D608D1"/>
    <w:rsid w:val="00D60D0F"/>
    <w:rsid w:val="00D620A7"/>
    <w:rsid w:val="00D74119"/>
    <w:rsid w:val="00D8075B"/>
    <w:rsid w:val="00D8678B"/>
    <w:rsid w:val="00D93A32"/>
    <w:rsid w:val="00DA2114"/>
    <w:rsid w:val="00DD3E93"/>
    <w:rsid w:val="00DE09C0"/>
    <w:rsid w:val="00DE42F7"/>
    <w:rsid w:val="00DE4A14"/>
    <w:rsid w:val="00DF320D"/>
    <w:rsid w:val="00DF4F82"/>
    <w:rsid w:val="00DF5CA8"/>
    <w:rsid w:val="00DF71C8"/>
    <w:rsid w:val="00E129B8"/>
    <w:rsid w:val="00E21E7D"/>
    <w:rsid w:val="00E22FBC"/>
    <w:rsid w:val="00E24BF5"/>
    <w:rsid w:val="00E25338"/>
    <w:rsid w:val="00E32C1F"/>
    <w:rsid w:val="00E34FD1"/>
    <w:rsid w:val="00E43C63"/>
    <w:rsid w:val="00E51E44"/>
    <w:rsid w:val="00E631AB"/>
    <w:rsid w:val="00E63348"/>
    <w:rsid w:val="00E6750D"/>
    <w:rsid w:val="00E742AA"/>
    <w:rsid w:val="00E77E88"/>
    <w:rsid w:val="00E8107D"/>
    <w:rsid w:val="00E960BB"/>
    <w:rsid w:val="00EA2074"/>
    <w:rsid w:val="00EA3485"/>
    <w:rsid w:val="00EA4832"/>
    <w:rsid w:val="00EA4E9D"/>
    <w:rsid w:val="00EC4899"/>
    <w:rsid w:val="00ED03AB"/>
    <w:rsid w:val="00ED32D2"/>
    <w:rsid w:val="00EE0BE1"/>
    <w:rsid w:val="00EE32DE"/>
    <w:rsid w:val="00EE5457"/>
    <w:rsid w:val="00EE69A8"/>
    <w:rsid w:val="00F070AB"/>
    <w:rsid w:val="00F17567"/>
    <w:rsid w:val="00F26753"/>
    <w:rsid w:val="00F27A7B"/>
    <w:rsid w:val="00F32F26"/>
    <w:rsid w:val="00F41ED1"/>
    <w:rsid w:val="00F526AF"/>
    <w:rsid w:val="00F54193"/>
    <w:rsid w:val="00F54AC9"/>
    <w:rsid w:val="00F565F9"/>
    <w:rsid w:val="00F617C3"/>
    <w:rsid w:val="00F7066B"/>
    <w:rsid w:val="00F7124C"/>
    <w:rsid w:val="00F76C51"/>
    <w:rsid w:val="00F83B28"/>
    <w:rsid w:val="00F974DA"/>
    <w:rsid w:val="00FA46E5"/>
    <w:rsid w:val="00FB7DBA"/>
    <w:rsid w:val="00FC1C25"/>
    <w:rsid w:val="00FC3F45"/>
    <w:rsid w:val="00FD503F"/>
    <w:rsid w:val="00FD7589"/>
    <w:rsid w:val="00FE020B"/>
    <w:rsid w:val="00FF016A"/>
    <w:rsid w:val="00FF067F"/>
    <w:rsid w:val="00FF1401"/>
    <w:rsid w:val="00FF5E7D"/>
    <w:rsid w:val="25F530BA"/>
    <w:rsid w:val="4E7DCF02"/>
    <w:rsid w:val="610997BC"/>
    <w:rsid w:val="6888E61B"/>
    <w:rsid w:val="78FFF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6109"/>
  <w15:docId w15:val="{A8146D45-2BEB-4E20-B035-015FC31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styleId="Nagwek1Znak" w:customStyle="1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styleId="st" w:customStyle="1">
    <w:name w:val="st"/>
    <w:basedOn w:val="Domylnaczcionkaakapitu"/>
    <w:rsid w:val="00A01D3C"/>
  </w:style>
  <w:style w:type="character" w:styleId="large" w:customStyle="1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ist.gov/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577BA-F27D-447F-8EAD-68AB12157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49E0D-3E39-4CDE-9549-4FFD9A8AE659}"/>
</file>

<file path=customXml/itemProps3.xml><?xml version="1.0" encoding="utf-8"?>
<ds:datastoreItem xmlns:ds="http://schemas.openxmlformats.org/officeDocument/2006/customXml" ds:itemID="{DA605084-E452-47CF-A39D-C8CE8DAD04EB}"/>
</file>

<file path=customXml/itemProps4.xml><?xml version="1.0" encoding="utf-8"?>
<ds:datastoreItem xmlns:ds="http://schemas.openxmlformats.org/officeDocument/2006/customXml" ds:itemID="{643D3602-4D28-4721-A242-359DFAA73D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4</cp:revision>
  <cp:lastPrinted>2019-02-06T12:12:00Z</cp:lastPrinted>
  <dcterms:created xsi:type="dcterms:W3CDTF">2021-11-23T21:08:00Z</dcterms:created>
  <dcterms:modified xsi:type="dcterms:W3CDTF">2021-11-23T21:11:20Z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